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82A8D" w14:textId="1A26CB4D" w:rsidR="00D124CE" w:rsidRDefault="005F37C6" w:rsidP="00E74086">
      <w:pPr>
        <w:ind w:left="5103" w:hanging="5103"/>
        <w:jc w:val="left"/>
        <w:rPr>
          <w:rFonts w:ascii="Times New Roman" w:hAnsi="Times New Roman"/>
          <w:b/>
          <w:szCs w:val="24"/>
        </w:rPr>
      </w:pPr>
      <w:r>
        <w:pict w14:anchorId="123D0C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9pt;height:96.1pt">
            <v:imagedata r:id="rId8" o:title=""/>
            <o:lock v:ext="edit" ungrouping="t" rotation="t" cropping="t" verticies="t" text="t" grouping="t"/>
            <o:signatureline v:ext="edit" id="{2D47A3FA-EA7F-41DA-940B-E605F2E6066D}" provid="{00000000-0000-0000-0000-000000000000}" o:suggestedsigner="Изх. №" o:suggestedsigner2="София" issignatureline="t"/>
          </v:shape>
        </w:pict>
      </w:r>
      <w:r w:rsidR="00440511">
        <w:t xml:space="preserve">                   </w:t>
      </w:r>
    </w:p>
    <w:p w14:paraId="68D11467" w14:textId="77777777" w:rsidR="00F77541" w:rsidRPr="00F77541" w:rsidRDefault="00F77541" w:rsidP="00D63B6F">
      <w:pPr>
        <w:ind w:left="5103" w:hanging="85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ДО</w:t>
      </w:r>
    </w:p>
    <w:p w14:paraId="3808A383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</w:p>
    <w:p w14:paraId="3E75A83D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КАЛИН СТОЯНОВ</w:t>
      </w:r>
    </w:p>
    <w:p w14:paraId="42C40939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ВЪТРЕШНИТЕ РАБОТИ</w:t>
      </w:r>
    </w:p>
    <w:p w14:paraId="75A29A1C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79FF0C2B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Г-ЖА ВИОЛЕТА КОРИТАРОВА-КАСАБОВА МИНИСТЪР НА РЕГИОНАЛНОТО РАЗВИТИЕ И БЛАГОУСТРОЙСТВОТО</w:t>
      </w:r>
    </w:p>
    <w:p w14:paraId="4882D25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5DCB61A3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ИВАЙЛО ИВАНОВ</w:t>
      </w:r>
    </w:p>
    <w:p w14:paraId="5E6D9FDA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 xml:space="preserve">МИНИСТЪР НА ТРУДА И </w:t>
      </w:r>
    </w:p>
    <w:p w14:paraId="2E9A4EC7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СОЦИАЛНАТА ПОЛИТИКА</w:t>
      </w:r>
    </w:p>
    <w:p w14:paraId="70CD074D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049DFB1B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Г-ЖА МАРИЯ ПАВЛОВА</w:t>
      </w:r>
    </w:p>
    <w:p w14:paraId="3BB6DE1A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ПРАВОСЪДИЕТО</w:t>
      </w:r>
    </w:p>
    <w:p w14:paraId="7173542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706F30CE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ГАЛИН ЦОКОВ</w:t>
      </w:r>
    </w:p>
    <w:p w14:paraId="74B03F4D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ОБРАЗОВАНИЕТО И НАУКАТА</w:t>
      </w:r>
    </w:p>
    <w:p w14:paraId="28795F8A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535300A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Г-ЖА ГАЛЯ КОНДЕВА-МЪНКОВА</w:t>
      </w:r>
    </w:p>
    <w:p w14:paraId="324C15FA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ЗДРАВЕОПАЗВАНЕТО</w:t>
      </w:r>
    </w:p>
    <w:p w14:paraId="2BF3EA78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4776BE7B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НАЙДЕН ТОДОРОВ</w:t>
      </w:r>
    </w:p>
    <w:p w14:paraId="31765A1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КУЛТУРАТА</w:t>
      </w:r>
    </w:p>
    <w:p w14:paraId="2469E87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0E06D54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ПЕТЪР ДИМИТРОВ</w:t>
      </w:r>
    </w:p>
    <w:p w14:paraId="372FB37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ОКОЛНАТА СРЕДА И ВОДИТЕ</w:t>
      </w:r>
    </w:p>
    <w:p w14:paraId="3C03E2EC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7C254EA6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ГЕОРГИ ГВОЗДЕЙКОВ</w:t>
      </w:r>
    </w:p>
    <w:p w14:paraId="3E472B1E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ТРАНСПОРТА И СЪОБЩЕНИЯТА</w:t>
      </w:r>
    </w:p>
    <w:p w14:paraId="4B4DFEA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0A2E537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ПЕТКО НИКОЛОВ</w:t>
      </w:r>
    </w:p>
    <w:p w14:paraId="2E43A736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ИКОНОМИКАТА И ИНДУСТРИЯТА</w:t>
      </w:r>
    </w:p>
    <w:p w14:paraId="74728CF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699600F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РОСЕН КАРАДИМОВ</w:t>
      </w:r>
    </w:p>
    <w:p w14:paraId="3AAF267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ИНОВАЦИИТЕ И РАСТЕЖА</w:t>
      </w:r>
    </w:p>
    <w:p w14:paraId="6C62B7C8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63905141" w14:textId="77777777" w:rsid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</w:p>
    <w:p w14:paraId="223161BA" w14:textId="7388D640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lastRenderedPageBreak/>
        <w:t>Г-Н ВЛАДИМИР МАЛИНОВ</w:t>
      </w:r>
    </w:p>
    <w:p w14:paraId="5B7EEFF7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ЕНЕРГЕТИКАТА</w:t>
      </w:r>
    </w:p>
    <w:p w14:paraId="2FC8B6F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39122237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ВАЛЕНТИН МУНДРОВ</w:t>
      </w:r>
    </w:p>
    <w:p w14:paraId="07B75FB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 xml:space="preserve">МИНИСТЪР НА ЕЛЕКТРОННОТО УПРАВЛЕНИЕ </w:t>
      </w:r>
    </w:p>
    <w:p w14:paraId="20DEB643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1B02DB38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ЕВТИМ МИЛОШЕВ</w:t>
      </w:r>
    </w:p>
    <w:p w14:paraId="57A0B3A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ТУРИЗМА</w:t>
      </w:r>
    </w:p>
    <w:p w14:paraId="4B1821D9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77D74D0F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ГЕОРГИ ГЛУШКОВ</w:t>
      </w:r>
    </w:p>
    <w:p w14:paraId="19B4206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МЛАДЕЖТА И СПОРТА</w:t>
      </w:r>
    </w:p>
    <w:p w14:paraId="2E4ADA5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08A62E4B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ГЕОРГИ ТАХОВ</w:t>
      </w:r>
    </w:p>
    <w:p w14:paraId="6A4AB70E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ЗЕМЕДЕЛИЕТО И ХРАНИТЕ</w:t>
      </w:r>
    </w:p>
    <w:p w14:paraId="4F5D7CAF" w14:textId="77777777" w:rsidR="00F77541" w:rsidRPr="00F77541" w:rsidRDefault="00F77541" w:rsidP="00F77541">
      <w:pPr>
        <w:spacing w:after="0" w:line="240" w:lineRule="auto"/>
        <w:ind w:firstLine="0"/>
        <w:jc w:val="left"/>
        <w:rPr>
          <w:rFonts w:ascii="Times New Roman" w:hAnsi="Times New Roman"/>
          <w:b/>
          <w:szCs w:val="24"/>
        </w:rPr>
      </w:pPr>
    </w:p>
    <w:p w14:paraId="5085354B" w14:textId="77777777" w:rsidR="00F77541" w:rsidRPr="00F77541" w:rsidRDefault="00F77541" w:rsidP="00F77541">
      <w:pPr>
        <w:spacing w:after="0" w:line="240" w:lineRule="auto"/>
        <w:ind w:firstLine="0"/>
        <w:jc w:val="left"/>
        <w:rPr>
          <w:rFonts w:ascii="Times New Roman" w:hAnsi="Times New Roman"/>
          <w:b/>
          <w:szCs w:val="24"/>
        </w:rPr>
      </w:pPr>
    </w:p>
    <w:p w14:paraId="215A516B" w14:textId="5E1D12EF" w:rsidR="00F77541" w:rsidRPr="00C56B72" w:rsidRDefault="00F77541" w:rsidP="00F77541">
      <w:pPr>
        <w:spacing w:line="240" w:lineRule="auto"/>
        <w:ind w:left="2127" w:hanging="1418"/>
        <w:rPr>
          <w:rFonts w:ascii="Times New Roman" w:hAnsi="Times New Roman"/>
          <w:i/>
          <w:szCs w:val="24"/>
          <w:lang w:val="en-US" w:eastAsia="bg-BG"/>
        </w:rPr>
      </w:pPr>
      <w:r w:rsidRPr="00F77541">
        <w:rPr>
          <w:rFonts w:ascii="NewSaturionModernCyr" w:hAnsi="NewSaturionModernCyr"/>
          <w:b/>
          <w:szCs w:val="24"/>
        </w:rPr>
        <w:t>ОТНОСНО:</w:t>
      </w:r>
      <w:r w:rsidRPr="00F77541">
        <w:rPr>
          <w:rFonts w:ascii="NewSaturionModernCyr" w:hAnsi="NewSaturionModernCyr"/>
          <w:b/>
          <w:szCs w:val="24"/>
        </w:rPr>
        <w:tab/>
      </w:r>
      <w:r w:rsidRPr="00F77541">
        <w:rPr>
          <w:rFonts w:ascii="Times New Roman" w:hAnsi="Times New Roman"/>
          <w:i/>
          <w:szCs w:val="24"/>
          <w:lang w:eastAsia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Pr="00F77541">
        <w:rPr>
          <w:rFonts w:ascii="Times New Roman" w:hAnsi="Times New Roman"/>
          <w:i/>
          <w:szCs w:val="24"/>
          <w:lang w:val="en-US" w:eastAsia="bg-BG"/>
        </w:rPr>
        <w:t xml:space="preserve"> </w:t>
      </w:r>
      <w:r w:rsidRPr="00F77541">
        <w:rPr>
          <w:rFonts w:ascii="Times New Roman" w:hAnsi="Times New Roman"/>
          <w:i/>
          <w:szCs w:val="24"/>
          <w:lang w:eastAsia="bg-BG"/>
        </w:rPr>
        <w:t>м.</w:t>
      </w:r>
      <w:r w:rsidRPr="00F77541">
        <w:rPr>
          <w:rFonts w:ascii="Times New Roman" w:hAnsi="Times New Roman"/>
          <w:i/>
          <w:szCs w:val="24"/>
          <w:lang w:val="en-US" w:eastAsia="bg-BG"/>
        </w:rPr>
        <w:t xml:space="preserve"> </w:t>
      </w:r>
      <w:r w:rsidR="00D51038">
        <w:rPr>
          <w:rFonts w:ascii="Times New Roman" w:hAnsi="Times New Roman"/>
          <w:i/>
          <w:szCs w:val="24"/>
          <w:lang w:eastAsia="bg-BG"/>
        </w:rPr>
        <w:t>август</w:t>
      </w:r>
      <w:r w:rsidRPr="00F77541">
        <w:rPr>
          <w:rFonts w:ascii="Times New Roman" w:hAnsi="Times New Roman"/>
          <w:i/>
          <w:szCs w:val="24"/>
          <w:lang w:eastAsia="bg-BG"/>
        </w:rPr>
        <w:t xml:space="preserve"> 202</w:t>
      </w:r>
      <w:r w:rsidRPr="00F77541">
        <w:rPr>
          <w:rFonts w:ascii="Times New Roman" w:hAnsi="Times New Roman"/>
          <w:i/>
          <w:szCs w:val="24"/>
          <w:lang w:val="en-US" w:eastAsia="bg-BG"/>
        </w:rPr>
        <w:t>4</w:t>
      </w:r>
      <w:r w:rsidRPr="00F77541">
        <w:rPr>
          <w:rFonts w:ascii="Times New Roman" w:hAnsi="Times New Roman"/>
          <w:i/>
          <w:szCs w:val="24"/>
          <w:lang w:eastAsia="bg-BG"/>
        </w:rPr>
        <w:t xml:space="preserve"> г.</w:t>
      </w:r>
    </w:p>
    <w:p w14:paraId="20F2412D" w14:textId="77777777" w:rsidR="00F77541" w:rsidRPr="00F77541" w:rsidRDefault="00F77541" w:rsidP="00F77541">
      <w:pPr>
        <w:spacing w:before="120" w:after="0" w:line="240" w:lineRule="auto"/>
        <w:ind w:firstLine="0"/>
        <w:rPr>
          <w:rFonts w:ascii="Times New Roman" w:hAnsi="Times New Roman"/>
          <w:b/>
          <w:szCs w:val="24"/>
          <w:lang w:val="en-US"/>
        </w:rPr>
      </w:pPr>
    </w:p>
    <w:p w14:paraId="08BB23E2" w14:textId="77777777" w:rsidR="00F77541" w:rsidRPr="00F77541" w:rsidRDefault="00F77541" w:rsidP="00F77541">
      <w:pPr>
        <w:spacing w:after="0" w:line="240" w:lineRule="auto"/>
        <w:ind w:firstLine="708"/>
        <w:jc w:val="left"/>
        <w:rPr>
          <w:rFonts w:ascii="Times New Roman" w:hAnsi="Times New Roman"/>
          <w:b/>
          <w:szCs w:val="24"/>
          <w:lang w:val="en-US" w:eastAsia="bg-BG"/>
        </w:rPr>
      </w:pPr>
      <w:r w:rsidRPr="00F77541">
        <w:rPr>
          <w:rFonts w:ascii="Times New Roman" w:hAnsi="Times New Roman"/>
          <w:b/>
          <w:szCs w:val="24"/>
          <w:lang w:eastAsia="bg-BG"/>
        </w:rPr>
        <w:t>УВАЖАЕМИ ГОСПОЖИ И ГОСПОДА МИНИСТРИ,</w:t>
      </w:r>
    </w:p>
    <w:p w14:paraId="0E5C41FD" w14:textId="04C1F08C" w:rsidR="00F77541" w:rsidRPr="00D479AF" w:rsidRDefault="00F77541" w:rsidP="00D14CEB">
      <w:pPr>
        <w:spacing w:before="120" w:line="240" w:lineRule="auto"/>
        <w:ind w:firstLine="709"/>
        <w:rPr>
          <w:rFonts w:ascii="Times New Roman" w:eastAsia="Calibri" w:hAnsi="Times New Roman"/>
          <w:szCs w:val="24"/>
        </w:rPr>
      </w:pPr>
      <w:r w:rsidRPr="00F77541">
        <w:rPr>
          <w:rFonts w:ascii="Times New Roman" w:eastAsia="Calibri" w:hAnsi="Times New Roman"/>
          <w:szCs w:val="24"/>
        </w:rPr>
        <w:t xml:space="preserve">Съгласно чл. 3 </w:t>
      </w:r>
      <w:r w:rsidRPr="00F77541">
        <w:rPr>
          <w:rFonts w:ascii="Times New Roman" w:eastAsia="Calibri" w:hAnsi="Times New Roman"/>
          <w:szCs w:val="24"/>
          <w:lang w:val="en-US"/>
        </w:rPr>
        <w:t xml:space="preserve">(2) </w:t>
      </w:r>
      <w:r w:rsidRPr="00F77541">
        <w:rPr>
          <w:rFonts w:ascii="Times New Roman" w:eastAsia="Calibri" w:hAnsi="Times New Roman"/>
          <w:szCs w:val="24"/>
        </w:rPr>
        <w:t xml:space="preserve">от Постановление № 70 на Министерския съвет от 14.04.2010 г. за координация при управлението на средствата от Европейския съюз, предлагам на Вашето внимание за приоритетно съгласуване чрез писмена процедура </w:t>
      </w:r>
      <w:r w:rsidR="00D14CEB" w:rsidRPr="00D14CEB">
        <w:rPr>
          <w:rFonts w:ascii="Times New Roman" w:eastAsia="Calibri" w:hAnsi="Times New Roman"/>
          <w:szCs w:val="24"/>
        </w:rPr>
        <w:t>Проект на Решение на Министерския съвет за изменение на Решение № 603 на Министерския съвет от 2008 г. за определяне състава на Постоянното представителство на Република България към Европейския съюз в Брюксел, Белгия, изменено и допълнено с решения на Министерския съвет № 809 от 2010 г., № 187 и 270 от 2011 г., № 124 и 1018 от 2016 г., № 627, 723 и 733 от 2017 г., № 688 и 804 от 2018 г., № 287 от 2019 г., № 430 от 2020 г., № 831 от 2022 г., № 515 от 2023 г., № 349 и № 398 от 2024 г.</w:t>
      </w:r>
      <w:r w:rsidR="0020256A">
        <w:rPr>
          <w:rFonts w:ascii="Times New Roman" w:eastAsia="Calibri" w:hAnsi="Times New Roman"/>
          <w:szCs w:val="24"/>
        </w:rPr>
        <w:t>.</w:t>
      </w:r>
    </w:p>
    <w:p w14:paraId="045C32D2" w14:textId="534167E3" w:rsidR="00F77541" w:rsidRPr="00F77541" w:rsidRDefault="00F77541" w:rsidP="00F77541">
      <w:pPr>
        <w:spacing w:before="120" w:after="0" w:line="240" w:lineRule="auto"/>
        <w:ind w:firstLine="709"/>
        <w:rPr>
          <w:rFonts w:ascii="Times New Roman" w:eastAsia="Calibri" w:hAnsi="Times New Roman"/>
          <w:szCs w:val="24"/>
        </w:rPr>
      </w:pPr>
      <w:r w:rsidRPr="00F77541">
        <w:rPr>
          <w:rFonts w:ascii="Times New Roman" w:eastAsia="Calibri" w:hAnsi="Times New Roman"/>
          <w:szCs w:val="24"/>
        </w:rPr>
        <w:t>На основание чл. 7, ал. 3 от ПМС № 70 от 2010 г. одобрените материали по проекта ще се считат за преминали предварително съгласуване по чл. 32 от Устройствения правилник на Министерския съвет и на неговата администрация. Проектът на решение ще бъде внесен за одобрение на заседание на Министерския съвет.</w:t>
      </w:r>
    </w:p>
    <w:p w14:paraId="76D0C354" w14:textId="1692E774" w:rsidR="00C80022" w:rsidRDefault="00F77541" w:rsidP="00F77541">
      <w:pPr>
        <w:spacing w:before="120" w:after="0" w:line="240" w:lineRule="auto"/>
        <w:ind w:firstLine="709"/>
        <w:rPr>
          <w:rFonts w:ascii="Times New Roman" w:eastAsia="Calibri" w:hAnsi="Times New Roman"/>
          <w:szCs w:val="24"/>
        </w:rPr>
      </w:pPr>
      <w:r w:rsidRPr="00F77541">
        <w:rPr>
          <w:rFonts w:ascii="Times New Roman" w:eastAsia="Calibri" w:hAnsi="Times New Roman"/>
          <w:szCs w:val="24"/>
        </w:rPr>
        <w:t xml:space="preserve">Моля за Вашите становища, приоритетно в срок </w:t>
      </w:r>
      <w:r w:rsidRPr="007F7265">
        <w:rPr>
          <w:rFonts w:ascii="Times New Roman" w:eastAsia="Calibri" w:hAnsi="Times New Roman"/>
          <w:szCs w:val="24"/>
        </w:rPr>
        <w:t>до</w:t>
      </w:r>
      <w:r w:rsidR="00C56B72" w:rsidRPr="007F7265">
        <w:rPr>
          <w:rFonts w:ascii="Times New Roman" w:eastAsia="Calibri" w:hAnsi="Times New Roman"/>
          <w:szCs w:val="24"/>
        </w:rPr>
        <w:t xml:space="preserve"> </w:t>
      </w:r>
      <w:bookmarkStart w:id="0" w:name="_GoBack"/>
      <w:bookmarkEnd w:id="0"/>
      <w:r w:rsidR="00D51038" w:rsidRPr="007F7265">
        <w:rPr>
          <w:rFonts w:ascii="Times New Roman" w:eastAsia="Calibri" w:hAnsi="Times New Roman"/>
          <w:b/>
          <w:szCs w:val="24"/>
        </w:rPr>
        <w:t>1</w:t>
      </w:r>
      <w:r w:rsidR="007F7265">
        <w:rPr>
          <w:rFonts w:ascii="Times New Roman" w:eastAsia="Calibri" w:hAnsi="Times New Roman"/>
          <w:b/>
          <w:szCs w:val="24"/>
          <w:lang w:val="en-US"/>
        </w:rPr>
        <w:t>6</w:t>
      </w:r>
      <w:r w:rsidR="00C56B72" w:rsidRPr="007F7265">
        <w:rPr>
          <w:rFonts w:ascii="Times New Roman" w:eastAsia="Calibri" w:hAnsi="Times New Roman"/>
          <w:b/>
          <w:szCs w:val="24"/>
        </w:rPr>
        <w:t>.</w:t>
      </w:r>
      <w:r w:rsidRPr="007F7265">
        <w:rPr>
          <w:rFonts w:ascii="Times New Roman" w:eastAsia="Calibri" w:hAnsi="Times New Roman"/>
          <w:b/>
          <w:szCs w:val="24"/>
        </w:rPr>
        <w:t>0</w:t>
      </w:r>
      <w:r w:rsidR="00D51038" w:rsidRPr="007F7265">
        <w:rPr>
          <w:rFonts w:ascii="Times New Roman" w:eastAsia="Calibri" w:hAnsi="Times New Roman"/>
          <w:b/>
          <w:szCs w:val="24"/>
        </w:rPr>
        <w:t>8</w:t>
      </w:r>
      <w:r w:rsidRPr="007F7265">
        <w:rPr>
          <w:rFonts w:ascii="Times New Roman" w:eastAsia="Calibri" w:hAnsi="Times New Roman"/>
          <w:b/>
          <w:szCs w:val="24"/>
        </w:rPr>
        <w:t>.2024</w:t>
      </w:r>
      <w:r w:rsidRPr="00DE2B7D">
        <w:rPr>
          <w:rFonts w:ascii="Times New Roman" w:eastAsia="Calibri" w:hAnsi="Times New Roman"/>
          <w:b/>
          <w:szCs w:val="24"/>
        </w:rPr>
        <w:t xml:space="preserve"> </w:t>
      </w:r>
      <w:r w:rsidRPr="00F77541">
        <w:rPr>
          <w:rFonts w:ascii="Times New Roman" w:eastAsia="Calibri" w:hAnsi="Times New Roman"/>
          <w:b/>
          <w:szCs w:val="24"/>
        </w:rPr>
        <w:t>г.</w:t>
      </w:r>
      <w:r w:rsidR="00C80022">
        <w:rPr>
          <w:rFonts w:ascii="Times New Roman" w:eastAsia="Calibri" w:hAnsi="Times New Roman"/>
          <w:b/>
          <w:szCs w:val="24"/>
        </w:rPr>
        <w:t xml:space="preserve"> </w:t>
      </w:r>
      <w:r w:rsidRPr="00F77541">
        <w:rPr>
          <w:rFonts w:ascii="Times New Roman" w:eastAsia="Calibri" w:hAnsi="Times New Roman"/>
          <w:szCs w:val="24"/>
        </w:rPr>
        <w:t xml:space="preserve">по официален и по електронен път на ел. адрес: </w:t>
      </w:r>
      <w:hyperlink r:id="rId9" w:history="1">
        <w:r w:rsidRPr="00F77541">
          <w:rPr>
            <w:rFonts w:ascii="Times New Roman" w:eastAsia="Calibri" w:hAnsi="Times New Roman"/>
            <w:color w:val="0563C1" w:themeColor="hyperlink"/>
            <w:szCs w:val="24"/>
            <w:u w:val="single"/>
          </w:rPr>
          <w:t>m.dandulova@</w:t>
        </w:r>
        <w:r w:rsidRPr="00F77541">
          <w:rPr>
            <w:rFonts w:ascii="Times New Roman" w:eastAsia="Calibri" w:hAnsi="Times New Roman"/>
            <w:color w:val="0563C1" w:themeColor="hyperlink"/>
            <w:szCs w:val="24"/>
            <w:u w:val="single"/>
            <w:lang w:val="en-US"/>
          </w:rPr>
          <w:t>minfin</w:t>
        </w:r>
        <w:r w:rsidRPr="00F77541">
          <w:rPr>
            <w:rFonts w:ascii="Times New Roman" w:eastAsia="Calibri" w:hAnsi="Times New Roman"/>
            <w:color w:val="0563C1" w:themeColor="hyperlink"/>
            <w:szCs w:val="24"/>
            <w:u w:val="single"/>
          </w:rPr>
          <w:t>.</w:t>
        </w:r>
        <w:proofErr w:type="spellStart"/>
        <w:r w:rsidRPr="00F77541">
          <w:rPr>
            <w:rFonts w:ascii="Times New Roman" w:eastAsia="Calibri" w:hAnsi="Times New Roman"/>
            <w:color w:val="0563C1" w:themeColor="hyperlink"/>
            <w:szCs w:val="24"/>
            <w:u w:val="single"/>
          </w:rPr>
          <w:t>bg</w:t>
        </w:r>
        <w:proofErr w:type="spellEnd"/>
      </w:hyperlink>
      <w:r w:rsidRPr="00F77541">
        <w:rPr>
          <w:rFonts w:ascii="Times New Roman" w:eastAsia="Calibri" w:hAnsi="Times New Roman"/>
          <w:szCs w:val="24"/>
        </w:rPr>
        <w:t xml:space="preserve">. </w:t>
      </w:r>
    </w:p>
    <w:p w14:paraId="4C51DEDA" w14:textId="3C351FA7" w:rsidR="003F7B23" w:rsidRDefault="00C80022" w:rsidP="003F7B23">
      <w:pPr>
        <w:spacing w:before="120" w:after="0" w:line="240" w:lineRule="auto"/>
        <w:ind w:firstLine="709"/>
      </w:pPr>
      <w:r w:rsidRPr="00F77541">
        <w:rPr>
          <w:rFonts w:ascii="Times New Roman" w:hAnsi="Times New Roman"/>
          <w:b/>
          <w:szCs w:val="24"/>
        </w:rPr>
        <w:t>ПРИЛОЖЕНИЕ:</w:t>
      </w:r>
      <w:r w:rsidR="003F7B23" w:rsidRPr="003F7B23">
        <w:t xml:space="preserve"> </w:t>
      </w:r>
    </w:p>
    <w:p w14:paraId="062BBB2F" w14:textId="56B8BEC9" w:rsidR="003F7B23" w:rsidRPr="003F7B23" w:rsidRDefault="003F7B23" w:rsidP="003F7B23">
      <w:pPr>
        <w:pStyle w:val="ListParagraph"/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i/>
          <w:szCs w:val="24"/>
          <w:lang w:val="en-US"/>
        </w:rPr>
      </w:pPr>
      <w:r w:rsidRPr="003F7B23">
        <w:rPr>
          <w:rFonts w:ascii="Times New Roman" w:hAnsi="Times New Roman"/>
          <w:i/>
          <w:szCs w:val="24"/>
        </w:rPr>
        <w:t>Проект на доклад</w:t>
      </w:r>
      <w:r w:rsidRPr="003F7B23">
        <w:rPr>
          <w:rFonts w:ascii="Times New Roman" w:hAnsi="Times New Roman"/>
          <w:i/>
          <w:szCs w:val="24"/>
          <w:lang w:val="en-US"/>
        </w:rPr>
        <w:t>;</w:t>
      </w:r>
    </w:p>
    <w:p w14:paraId="5F2BBE0A" w14:textId="77777777" w:rsidR="003F7B23" w:rsidRPr="003F7B23" w:rsidRDefault="003F7B23" w:rsidP="003F7B23">
      <w:pPr>
        <w:pStyle w:val="ListParagraph"/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i/>
          <w:szCs w:val="24"/>
          <w:lang w:val="en-US"/>
        </w:rPr>
      </w:pPr>
      <w:r w:rsidRPr="003F7B23">
        <w:rPr>
          <w:rFonts w:ascii="Times New Roman" w:hAnsi="Times New Roman"/>
          <w:i/>
          <w:szCs w:val="24"/>
        </w:rPr>
        <w:t>Проект на Решение на Министерския съвет;</w:t>
      </w:r>
    </w:p>
    <w:p w14:paraId="601666B2" w14:textId="2CFF2C12" w:rsidR="00F77541" w:rsidRPr="003F7B23" w:rsidRDefault="003F7B23" w:rsidP="003F7B23">
      <w:pPr>
        <w:pStyle w:val="ListParagraph"/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i/>
          <w:szCs w:val="24"/>
          <w:lang w:val="en-US"/>
        </w:rPr>
      </w:pPr>
      <w:r w:rsidRPr="003F7B23">
        <w:rPr>
          <w:rFonts w:ascii="Times New Roman" w:hAnsi="Times New Roman"/>
          <w:i/>
          <w:szCs w:val="24"/>
        </w:rPr>
        <w:t>Проект на съобщение за средствата за масово осведомяване.</w:t>
      </w:r>
    </w:p>
    <w:p w14:paraId="7015130D" w14:textId="1297AAA3" w:rsidR="00F77541" w:rsidRPr="00C80022" w:rsidRDefault="00F77541" w:rsidP="00C80022">
      <w:pPr>
        <w:spacing w:after="0" w:line="240" w:lineRule="auto"/>
        <w:ind w:right="513"/>
        <w:rPr>
          <w:rFonts w:ascii="Times New Roman" w:hAnsi="Times New Roman"/>
          <w:b/>
          <w:szCs w:val="24"/>
        </w:rPr>
      </w:pPr>
    </w:p>
    <w:p w14:paraId="0F47F98B" w14:textId="7B1CBE89" w:rsidR="003B6AC5" w:rsidRDefault="005F37C6" w:rsidP="00A12E83">
      <w:pPr>
        <w:spacing w:line="240" w:lineRule="auto"/>
        <w:ind w:right="684" w:firstLine="0"/>
        <w:jc w:val="right"/>
        <w:rPr>
          <w:szCs w:val="24"/>
        </w:rPr>
      </w:pPr>
      <w:r>
        <w:rPr>
          <w:szCs w:val="24"/>
        </w:rPr>
        <w:pict w14:anchorId="105E2C02">
          <v:shape id="_x0000_i1026" type="#_x0000_t75" alt="Microsoft Office Signature Line..." style="width:191.9pt;height:96.1pt">
            <v:imagedata r:id="rId10" o:title=""/>
            <o:lock v:ext="edit" ungrouping="t" rotation="t" cropping="t" verticies="t" text="t" grouping="t"/>
            <o:signatureline v:ext="edit" id="{26EA8EDA-419E-4F1A-A69A-54298600B9F1}" provid="{00000000-0000-0000-0000-000000000000}" o:suggestedsigner="ЛЮДМИЛА ПЕТКОВА" issignatureline="t"/>
          </v:shape>
        </w:pict>
      </w:r>
    </w:p>
    <w:p w14:paraId="1AC403B3" w14:textId="77777777" w:rsidR="00067E2E" w:rsidRPr="00AC153E" w:rsidRDefault="00067E2E" w:rsidP="00067E2E">
      <w:pPr>
        <w:pStyle w:val="Header"/>
        <w:tabs>
          <w:tab w:val="clear" w:pos="4153"/>
          <w:tab w:val="clear" w:pos="8306"/>
        </w:tabs>
        <w:spacing w:after="0" w:line="240" w:lineRule="auto"/>
        <w:ind w:left="3600" w:firstLine="0"/>
        <w:jc w:val="left"/>
        <w:rPr>
          <w:rFonts w:ascii="Times New Roman" w:hAnsi="Times New Roman"/>
        </w:rPr>
      </w:pPr>
      <w:r>
        <w:rPr>
          <w:szCs w:val="24"/>
        </w:rPr>
        <w:tab/>
      </w:r>
      <w:r w:rsidRPr="00AC153E">
        <w:rPr>
          <w:rFonts w:ascii="Times New Roman" w:hAnsi="Times New Roman"/>
        </w:rPr>
        <w:t xml:space="preserve">ЗАМЕСТНИК МИНИСТЪР-ПРЕДСЕДАТЕЛ </w:t>
      </w:r>
      <w:r>
        <w:rPr>
          <w:rFonts w:ascii="Times New Roman" w:hAnsi="Times New Roman"/>
        </w:rPr>
        <w:t>И</w:t>
      </w:r>
    </w:p>
    <w:p w14:paraId="6CCEB541" w14:textId="77777777" w:rsidR="00067E2E" w:rsidRPr="00AC153E" w:rsidRDefault="00067E2E" w:rsidP="00067E2E">
      <w:pPr>
        <w:pStyle w:val="Header"/>
        <w:tabs>
          <w:tab w:val="clear" w:pos="4153"/>
          <w:tab w:val="clear" w:pos="8306"/>
        </w:tabs>
        <w:spacing w:after="0" w:line="240" w:lineRule="auto"/>
        <w:ind w:left="3981" w:firstLine="339"/>
        <w:jc w:val="left"/>
        <w:rPr>
          <w:rFonts w:ascii="Times New Roman" w:hAnsi="Times New Roman"/>
        </w:rPr>
      </w:pPr>
      <w:r w:rsidRPr="00AC153E">
        <w:rPr>
          <w:rFonts w:ascii="Times New Roman" w:hAnsi="Times New Roman"/>
        </w:rPr>
        <w:t>МИНИСТЪР НА ФИНАНСИТЕ</w:t>
      </w:r>
    </w:p>
    <w:p w14:paraId="7B39FB6E" w14:textId="77777777" w:rsidR="00067E2E" w:rsidRPr="00A616A4" w:rsidRDefault="00067E2E" w:rsidP="00A12E83">
      <w:pPr>
        <w:spacing w:line="240" w:lineRule="auto"/>
        <w:ind w:right="684" w:firstLine="0"/>
        <w:jc w:val="right"/>
        <w:rPr>
          <w:rFonts w:ascii="Times New Roman" w:hAnsi="Times New Roman"/>
          <w:sz w:val="20"/>
        </w:rPr>
      </w:pPr>
    </w:p>
    <w:sectPr w:rsidR="00067E2E" w:rsidRPr="00A616A4" w:rsidSect="00C440AC">
      <w:headerReference w:type="first" r:id="rId11"/>
      <w:footerReference w:type="first" r:id="rId12"/>
      <w:pgSz w:w="11906" w:h="16838" w:code="9"/>
      <w:pgMar w:top="993" w:right="849" w:bottom="709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CE88F" w14:textId="77777777" w:rsidR="00A60669" w:rsidRDefault="00A60669">
      <w:r>
        <w:separator/>
      </w:r>
    </w:p>
  </w:endnote>
  <w:endnote w:type="continuationSeparator" w:id="0">
    <w:p w14:paraId="1F6DE1A7" w14:textId="77777777" w:rsidR="00A60669" w:rsidRDefault="00A6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aturionModern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59D95" w14:textId="77777777" w:rsidR="0099644D" w:rsidRDefault="00AD00FE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D55E206" wp14:editId="32CCB6BB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B4DE57E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14:paraId="618B2967" w14:textId="77777777"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14:paraId="32C0512D" w14:textId="77777777"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14:paraId="16F6EF63" w14:textId="77777777"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6ADC2" w14:textId="77777777" w:rsidR="00A60669" w:rsidRDefault="00A60669">
      <w:r>
        <w:separator/>
      </w:r>
    </w:p>
  </w:footnote>
  <w:footnote w:type="continuationSeparator" w:id="0">
    <w:p w14:paraId="459C3B53" w14:textId="77777777" w:rsidR="00A60669" w:rsidRDefault="00A60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E58A9" w14:textId="77777777" w:rsidR="0099644D" w:rsidRDefault="00AD00FE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BDEAA89" wp14:editId="78410A8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4864E7C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3CF4AA" wp14:editId="27831D10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066F18F7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BFEB9AA" wp14:editId="26259A35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AE066" w14:textId="77777777"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 w:rsidR="00077B1C">
                            <w:rPr>
                              <w:rFonts w:ascii="Times New Roman" w:hAnsi="Times New Roman"/>
                              <w:sz w:val="28"/>
                            </w:rPr>
                            <w:t xml:space="preserve">РЕПУБЛИКА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БЪЛГАРИЯ</w:t>
                          </w:r>
                        </w:p>
                        <w:p w14:paraId="54CF994C" w14:textId="77777777"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EB9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14:paraId="728AE066" w14:textId="77777777"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 w:rsidR="00077B1C">
                      <w:rPr>
                        <w:rFonts w:ascii="Times New Roman" w:hAnsi="Times New Roman"/>
                        <w:sz w:val="28"/>
                      </w:rPr>
                      <w:t xml:space="preserve">РЕПУБЛИКА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БЪЛГАРИЯ</w:t>
                    </w:r>
                  </w:p>
                  <w:p w14:paraId="54CF994C" w14:textId="77777777"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 wp14:anchorId="0B99A904" wp14:editId="20F5B60D">
          <wp:extent cx="990600" cy="84455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0C2469" w14:textId="77777777" w:rsidR="0099644D" w:rsidRDefault="0099644D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777"/>
    <w:multiLevelType w:val="hybridMultilevel"/>
    <w:tmpl w:val="D4649DB6"/>
    <w:lvl w:ilvl="0" w:tplc="D756A9D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4E24A17"/>
    <w:multiLevelType w:val="hybridMultilevel"/>
    <w:tmpl w:val="51C8F096"/>
    <w:lvl w:ilvl="0" w:tplc="17B839CA">
      <w:start w:val="1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3960" w:hanging="360"/>
      </w:pPr>
    </w:lvl>
    <w:lvl w:ilvl="2" w:tplc="0402001B" w:tentative="1">
      <w:start w:val="1"/>
      <w:numFmt w:val="lowerRoman"/>
      <w:lvlText w:val="%3."/>
      <w:lvlJc w:val="right"/>
      <w:pPr>
        <w:ind w:left="4680" w:hanging="180"/>
      </w:pPr>
    </w:lvl>
    <w:lvl w:ilvl="3" w:tplc="0402000F" w:tentative="1">
      <w:start w:val="1"/>
      <w:numFmt w:val="decimal"/>
      <w:lvlText w:val="%4."/>
      <w:lvlJc w:val="left"/>
      <w:pPr>
        <w:ind w:left="5400" w:hanging="360"/>
      </w:pPr>
    </w:lvl>
    <w:lvl w:ilvl="4" w:tplc="04020019" w:tentative="1">
      <w:start w:val="1"/>
      <w:numFmt w:val="lowerLetter"/>
      <w:lvlText w:val="%5."/>
      <w:lvlJc w:val="left"/>
      <w:pPr>
        <w:ind w:left="6120" w:hanging="360"/>
      </w:pPr>
    </w:lvl>
    <w:lvl w:ilvl="5" w:tplc="0402001B" w:tentative="1">
      <w:start w:val="1"/>
      <w:numFmt w:val="lowerRoman"/>
      <w:lvlText w:val="%6."/>
      <w:lvlJc w:val="right"/>
      <w:pPr>
        <w:ind w:left="6840" w:hanging="180"/>
      </w:pPr>
    </w:lvl>
    <w:lvl w:ilvl="6" w:tplc="0402000F" w:tentative="1">
      <w:start w:val="1"/>
      <w:numFmt w:val="decimal"/>
      <w:lvlText w:val="%7."/>
      <w:lvlJc w:val="left"/>
      <w:pPr>
        <w:ind w:left="7560" w:hanging="360"/>
      </w:pPr>
    </w:lvl>
    <w:lvl w:ilvl="7" w:tplc="04020019" w:tentative="1">
      <w:start w:val="1"/>
      <w:numFmt w:val="lowerLetter"/>
      <w:lvlText w:val="%8."/>
      <w:lvlJc w:val="left"/>
      <w:pPr>
        <w:ind w:left="8280" w:hanging="360"/>
      </w:pPr>
    </w:lvl>
    <w:lvl w:ilvl="8" w:tplc="0402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3E1F7507"/>
    <w:multiLevelType w:val="hybridMultilevel"/>
    <w:tmpl w:val="8CDAEA58"/>
    <w:lvl w:ilvl="0" w:tplc="0B4E3500">
      <w:numFmt w:val="bullet"/>
      <w:lvlText w:val="•"/>
      <w:lvlJc w:val="left"/>
      <w:pPr>
        <w:ind w:left="0" w:firstLine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A1494"/>
    <w:multiLevelType w:val="hybridMultilevel"/>
    <w:tmpl w:val="6D945E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FA"/>
    <w:rsid w:val="00003F7E"/>
    <w:rsid w:val="0001139C"/>
    <w:rsid w:val="00026742"/>
    <w:rsid w:val="00035E42"/>
    <w:rsid w:val="000451CE"/>
    <w:rsid w:val="0005317F"/>
    <w:rsid w:val="00054917"/>
    <w:rsid w:val="00057C63"/>
    <w:rsid w:val="000625DF"/>
    <w:rsid w:val="00067E2E"/>
    <w:rsid w:val="00077B1C"/>
    <w:rsid w:val="00082829"/>
    <w:rsid w:val="000B4347"/>
    <w:rsid w:val="000C5D90"/>
    <w:rsid w:val="000C7674"/>
    <w:rsid w:val="000E5A4F"/>
    <w:rsid w:val="000E75CB"/>
    <w:rsid w:val="00100A1F"/>
    <w:rsid w:val="001077B5"/>
    <w:rsid w:val="001124DC"/>
    <w:rsid w:val="001163C4"/>
    <w:rsid w:val="0012091E"/>
    <w:rsid w:val="00123376"/>
    <w:rsid w:val="00140B8E"/>
    <w:rsid w:val="00144FDE"/>
    <w:rsid w:val="001647A1"/>
    <w:rsid w:val="00170F90"/>
    <w:rsid w:val="00177FC1"/>
    <w:rsid w:val="00183EE4"/>
    <w:rsid w:val="00186331"/>
    <w:rsid w:val="00187873"/>
    <w:rsid w:val="00190C39"/>
    <w:rsid w:val="00197715"/>
    <w:rsid w:val="001A0178"/>
    <w:rsid w:val="001D6F84"/>
    <w:rsid w:val="001F1BC7"/>
    <w:rsid w:val="00201D4C"/>
    <w:rsid w:val="0020256A"/>
    <w:rsid w:val="002066E9"/>
    <w:rsid w:val="002079BA"/>
    <w:rsid w:val="002255C7"/>
    <w:rsid w:val="0023095B"/>
    <w:rsid w:val="00247DFC"/>
    <w:rsid w:val="002524F9"/>
    <w:rsid w:val="002557DF"/>
    <w:rsid w:val="0027100B"/>
    <w:rsid w:val="002753DD"/>
    <w:rsid w:val="00280978"/>
    <w:rsid w:val="002A588C"/>
    <w:rsid w:val="002B03C6"/>
    <w:rsid w:val="002B6801"/>
    <w:rsid w:val="002D42A0"/>
    <w:rsid w:val="002E4F31"/>
    <w:rsid w:val="0030126A"/>
    <w:rsid w:val="00313832"/>
    <w:rsid w:val="00324170"/>
    <w:rsid w:val="00352A0C"/>
    <w:rsid w:val="003564E5"/>
    <w:rsid w:val="00384266"/>
    <w:rsid w:val="003944C1"/>
    <w:rsid w:val="00396821"/>
    <w:rsid w:val="00396C99"/>
    <w:rsid w:val="003B6AC5"/>
    <w:rsid w:val="003C5EB2"/>
    <w:rsid w:val="003C6CAA"/>
    <w:rsid w:val="003F135A"/>
    <w:rsid w:val="003F7B23"/>
    <w:rsid w:val="00411D72"/>
    <w:rsid w:val="00412AC4"/>
    <w:rsid w:val="00437D48"/>
    <w:rsid w:val="00440511"/>
    <w:rsid w:val="00453411"/>
    <w:rsid w:val="0046444F"/>
    <w:rsid w:val="00473475"/>
    <w:rsid w:val="00475566"/>
    <w:rsid w:val="00485DC6"/>
    <w:rsid w:val="004A6404"/>
    <w:rsid w:val="004B0221"/>
    <w:rsid w:val="004C3769"/>
    <w:rsid w:val="004D2E85"/>
    <w:rsid w:val="004D4E72"/>
    <w:rsid w:val="004E582E"/>
    <w:rsid w:val="004E784B"/>
    <w:rsid w:val="0052693A"/>
    <w:rsid w:val="00550B33"/>
    <w:rsid w:val="00560A9C"/>
    <w:rsid w:val="00565AFA"/>
    <w:rsid w:val="00566B36"/>
    <w:rsid w:val="0058404B"/>
    <w:rsid w:val="00587204"/>
    <w:rsid w:val="005929BE"/>
    <w:rsid w:val="005952AB"/>
    <w:rsid w:val="005C3296"/>
    <w:rsid w:val="005C4C75"/>
    <w:rsid w:val="005D0521"/>
    <w:rsid w:val="005D0DAB"/>
    <w:rsid w:val="005E1D8A"/>
    <w:rsid w:val="005E471B"/>
    <w:rsid w:val="005F37C6"/>
    <w:rsid w:val="005F479F"/>
    <w:rsid w:val="005F5C8E"/>
    <w:rsid w:val="00610082"/>
    <w:rsid w:val="00634350"/>
    <w:rsid w:val="00634850"/>
    <w:rsid w:val="006349B4"/>
    <w:rsid w:val="00641693"/>
    <w:rsid w:val="0064518E"/>
    <w:rsid w:val="00650459"/>
    <w:rsid w:val="00654842"/>
    <w:rsid w:val="00663759"/>
    <w:rsid w:val="006674AD"/>
    <w:rsid w:val="006752CB"/>
    <w:rsid w:val="00681ECA"/>
    <w:rsid w:val="006A382C"/>
    <w:rsid w:val="006A6C83"/>
    <w:rsid w:val="006A6D9F"/>
    <w:rsid w:val="006C7D26"/>
    <w:rsid w:val="006D1E43"/>
    <w:rsid w:val="006D65F1"/>
    <w:rsid w:val="006D770B"/>
    <w:rsid w:val="006E00B5"/>
    <w:rsid w:val="006E374E"/>
    <w:rsid w:val="006F71E2"/>
    <w:rsid w:val="007212E6"/>
    <w:rsid w:val="00741C7D"/>
    <w:rsid w:val="00750BC1"/>
    <w:rsid w:val="007564D3"/>
    <w:rsid w:val="007703A9"/>
    <w:rsid w:val="0077213A"/>
    <w:rsid w:val="007841B7"/>
    <w:rsid w:val="007962AB"/>
    <w:rsid w:val="007A4225"/>
    <w:rsid w:val="007A70F5"/>
    <w:rsid w:val="007C6882"/>
    <w:rsid w:val="007D1B04"/>
    <w:rsid w:val="007F7265"/>
    <w:rsid w:val="00800E0E"/>
    <w:rsid w:val="00810E28"/>
    <w:rsid w:val="00851C86"/>
    <w:rsid w:val="0085429F"/>
    <w:rsid w:val="00857E21"/>
    <w:rsid w:val="008653D5"/>
    <w:rsid w:val="00865D39"/>
    <w:rsid w:val="008664E8"/>
    <w:rsid w:val="00880552"/>
    <w:rsid w:val="00881BFC"/>
    <w:rsid w:val="00890E93"/>
    <w:rsid w:val="0089363B"/>
    <w:rsid w:val="008A3C0D"/>
    <w:rsid w:val="008A4335"/>
    <w:rsid w:val="008B252F"/>
    <w:rsid w:val="008B79A8"/>
    <w:rsid w:val="008C6F95"/>
    <w:rsid w:val="008E4342"/>
    <w:rsid w:val="008E6C01"/>
    <w:rsid w:val="008F3273"/>
    <w:rsid w:val="00922AF4"/>
    <w:rsid w:val="00927F1E"/>
    <w:rsid w:val="0093317E"/>
    <w:rsid w:val="00955888"/>
    <w:rsid w:val="009579C1"/>
    <w:rsid w:val="00963B37"/>
    <w:rsid w:val="00972612"/>
    <w:rsid w:val="00975AA3"/>
    <w:rsid w:val="00990CBA"/>
    <w:rsid w:val="0099644D"/>
    <w:rsid w:val="00997907"/>
    <w:rsid w:val="009A70CD"/>
    <w:rsid w:val="009D079C"/>
    <w:rsid w:val="009D5056"/>
    <w:rsid w:val="009E27BC"/>
    <w:rsid w:val="00A02E9B"/>
    <w:rsid w:val="00A03698"/>
    <w:rsid w:val="00A060A3"/>
    <w:rsid w:val="00A12D0A"/>
    <w:rsid w:val="00A12E83"/>
    <w:rsid w:val="00A14AC1"/>
    <w:rsid w:val="00A23FE6"/>
    <w:rsid w:val="00A2484F"/>
    <w:rsid w:val="00A30C15"/>
    <w:rsid w:val="00A60669"/>
    <w:rsid w:val="00A616A4"/>
    <w:rsid w:val="00A622EA"/>
    <w:rsid w:val="00A65439"/>
    <w:rsid w:val="00A861C8"/>
    <w:rsid w:val="00A959BA"/>
    <w:rsid w:val="00AA5BAE"/>
    <w:rsid w:val="00AA5FA5"/>
    <w:rsid w:val="00AB4CD3"/>
    <w:rsid w:val="00AB55E3"/>
    <w:rsid w:val="00AB581E"/>
    <w:rsid w:val="00AC1EB0"/>
    <w:rsid w:val="00AD00FE"/>
    <w:rsid w:val="00AD25C6"/>
    <w:rsid w:val="00AD2FB8"/>
    <w:rsid w:val="00AF1041"/>
    <w:rsid w:val="00AF54EA"/>
    <w:rsid w:val="00B11F8B"/>
    <w:rsid w:val="00B21FB2"/>
    <w:rsid w:val="00B47781"/>
    <w:rsid w:val="00B750DE"/>
    <w:rsid w:val="00B81EEE"/>
    <w:rsid w:val="00BA7381"/>
    <w:rsid w:val="00BB7F28"/>
    <w:rsid w:val="00BE2264"/>
    <w:rsid w:val="00C03F4E"/>
    <w:rsid w:val="00C25071"/>
    <w:rsid w:val="00C3673B"/>
    <w:rsid w:val="00C440AC"/>
    <w:rsid w:val="00C56B72"/>
    <w:rsid w:val="00C74DAD"/>
    <w:rsid w:val="00C80022"/>
    <w:rsid w:val="00C863F4"/>
    <w:rsid w:val="00CC2F90"/>
    <w:rsid w:val="00CF1EC9"/>
    <w:rsid w:val="00CF1F88"/>
    <w:rsid w:val="00D0395E"/>
    <w:rsid w:val="00D124CE"/>
    <w:rsid w:val="00D14CEB"/>
    <w:rsid w:val="00D305FD"/>
    <w:rsid w:val="00D479AF"/>
    <w:rsid w:val="00D51038"/>
    <w:rsid w:val="00D5262C"/>
    <w:rsid w:val="00D63B6F"/>
    <w:rsid w:val="00D8418C"/>
    <w:rsid w:val="00D849BF"/>
    <w:rsid w:val="00D91110"/>
    <w:rsid w:val="00DB3B88"/>
    <w:rsid w:val="00DC468C"/>
    <w:rsid w:val="00DC7AEE"/>
    <w:rsid w:val="00DE275F"/>
    <w:rsid w:val="00DE2B7D"/>
    <w:rsid w:val="00DE62E6"/>
    <w:rsid w:val="00DF5FF4"/>
    <w:rsid w:val="00E32394"/>
    <w:rsid w:val="00E55082"/>
    <w:rsid w:val="00E7009E"/>
    <w:rsid w:val="00E74086"/>
    <w:rsid w:val="00E842FA"/>
    <w:rsid w:val="00E97550"/>
    <w:rsid w:val="00E97807"/>
    <w:rsid w:val="00EB57D2"/>
    <w:rsid w:val="00EC3492"/>
    <w:rsid w:val="00EC37E2"/>
    <w:rsid w:val="00ED4E45"/>
    <w:rsid w:val="00ED6D88"/>
    <w:rsid w:val="00EE0CFB"/>
    <w:rsid w:val="00EE25E0"/>
    <w:rsid w:val="00F079A3"/>
    <w:rsid w:val="00F2004A"/>
    <w:rsid w:val="00F30926"/>
    <w:rsid w:val="00F42A42"/>
    <w:rsid w:val="00F446EB"/>
    <w:rsid w:val="00F52705"/>
    <w:rsid w:val="00F621B1"/>
    <w:rsid w:val="00F77541"/>
    <w:rsid w:val="00F84B9F"/>
    <w:rsid w:val="00F872BA"/>
    <w:rsid w:val="00FB5C79"/>
    <w:rsid w:val="00FC5435"/>
    <w:rsid w:val="00FD7EB9"/>
    <w:rsid w:val="00FE2784"/>
    <w:rsid w:val="00F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FC7A63"/>
  <w15:chartTrackingRefBased/>
  <w15:docId w15:val="{FE92B516-AE3A-4B4E-81CE-623AFF3E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621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2753D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B6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B6AC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rsid w:val="00177F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177FC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77FC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7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77FC1"/>
    <w:rPr>
      <w:rFonts w:ascii="Arial" w:hAnsi="Arial"/>
      <w:b/>
      <w:bCs/>
      <w:lang w:eastAsia="en-US"/>
    </w:rPr>
  </w:style>
  <w:style w:type="character" w:styleId="Hyperlink">
    <w:name w:val="Hyperlink"/>
    <w:basedOn w:val="DefaultParagraphFont"/>
    <w:rsid w:val="00AF54EA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62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E978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3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9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m.dandulova@minfin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kostova\Desktop\&#1057;&#1091;&#1079;&#1080;\&#1041;&#1083;&#1072;&#1085;&#1082;&#1072;%20&#1085;&#1072;%20&#1052;&#1048;&#1053;&#1048;&#1057;&#1058;&#1066;&#1056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HigS86ZUbzVJ7a5hiWe8fRd8NrCOyAr2nlR6sBoNhfI=</DigestValue>
    </Reference>
    <Reference Type="http://www.w3.org/2000/09/xmldsig#Object" URI="#idOfficeObject">
      <DigestMethod Algorithm="http://www.w3.org/2001/04/xmlenc#sha256"/>
      <DigestValue>a5/ju18X3MNeIvA9+qd0SuA64NzOwhxohmWV8BYtWj0=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SzimPd+ANVrPrCqAo8QfnPZ+PQoCJ82+ei/eBwfUEBI=</DigestValue>
    </Reference>
    <Reference Type="http://www.w3.org/2000/09/xmldsig#Object" URI="#idValidSigLnImg">
      <DigestMethod Algorithm="http://www.w3.org/2001/04/xmlenc#sha256"/>
      <DigestValue>rNforr3XEOv2BNDi9xlnKHrEyZCawfuz3PpZ29Z0ed8=</DigestValue>
    </Reference>
    <Reference Type="http://www.w3.org/2000/09/xmldsig#Object" URI="#idInvalidSigLnImg">
      <DigestMethod Algorithm="http://www.w3.org/2001/04/xmlenc#sha256"/>
      <DigestValue>IA15PoymfICiI9WHtZfgoQp/uzvwf/gF6z47RTBITFg=</DigestValue>
    </Reference>
  </SignedInfo>
  <SignatureValue>e7DgfDrGNsTDdFFTDJTDsaJyUO7DtYs1LRJNnbT3/4cUK31527PfNH5O78jrWtQDy15RthiFioEZ
JMJy0d1Pof/XUE3MSAU/4imkkhNUYNhLuz17w//F1q3XuXRYMBN4yVI2gDrWSm9crQ1YqX+VLT1m
szalgN2mg13nAryfF1sTteFWm2tZVYkJ1qRRsYb0aoPYtYwTrASxyOE/Hum6aLjIqC37BMrDs/xV
yhZLXtgbG/vCxl8QRWt9FA/IKU9xKqW2/cvinQbURxmtLgyo3KI+eqFuiMsh/VkErmf4Sv6ZLon/
3gVZn61vhr/AI+Ovy6+4jOBEw4uHwN5MVCuIGw==</SignatureValue>
  <KeyInfo>
    <X509Data>
      <X509Certificate>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v/0Ns+CWpXk2gviFE99aDwwQb7r41Nzd8zCsmlkoedI=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D8Q+cjphivGpbyE4LrADn6Xz36RDtsn0BcamY8nEpcc=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KCe25uFfBTYjZOpkhMgqtVUfKvebkLIxsYJAfZPebOU=</DigestValue>
      </Reference>
      <Reference URI="/word/document.xml?ContentType=application/vnd.openxmlformats-officedocument.wordprocessingml.document.main+xml">
        <DigestMethod Algorithm="http://www.w3.org/2001/04/xmlenc#sha256"/>
        <DigestValue>t7oRzycXjvHLM5miSn6yxU9rlAlk3F4Fyy0z5O4hRF0=</DigestValue>
      </Reference>
      <Reference URI="/word/endnotes.xml?ContentType=application/vnd.openxmlformats-officedocument.wordprocessingml.endnotes+xml">
        <DigestMethod Algorithm="http://www.w3.org/2001/04/xmlenc#sha256"/>
        <DigestValue>DIcTN/9aJJV2pcYMUM0vNmetFAvJ1DqBtJT/d4TfTjM=</DigestValue>
      </Reference>
      <Reference URI="/word/fontTable.xml?ContentType=application/vnd.openxmlformats-officedocument.wordprocessingml.fontTable+xml">
        <DigestMethod Algorithm="http://www.w3.org/2001/04/xmlenc#sha256"/>
        <DigestValue>KMTDYQXmizNUd6HWMvPrmFuxSTb0JNgADGbrbboG+1s=</DigestValue>
      </Reference>
      <Reference URI="/word/footer1.xml?ContentType=application/vnd.openxmlformats-officedocument.wordprocessingml.footer+xml">
        <DigestMethod Algorithm="http://www.w3.org/2001/04/xmlenc#sha256"/>
        <DigestValue>hLehQltcyZpg2xtyF+jJal4o2lENEBv3LAli6jTiMH8=</DigestValue>
      </Reference>
      <Reference URI="/word/footnotes.xml?ContentType=application/vnd.openxmlformats-officedocument.wordprocessingml.footnotes+xml">
        <DigestMethod Algorithm="http://www.w3.org/2001/04/xmlenc#sha256"/>
        <DigestValue>Pe8IjDGlkbC9EfUiBtZ9Kf6SIni8lHfz+WEy2RTnsQ4=</DigestValue>
      </Reference>
      <Reference URI="/word/header1.xml?ContentType=application/vnd.openxmlformats-officedocument.wordprocessingml.header+xml">
        <DigestMethod Algorithm="http://www.w3.org/2001/04/xmlenc#sha256"/>
        <DigestValue>ubuXx18SwbXqAI5pLFBO1h0aD7LWa23A1h9bVkk9q9c=</DigestValue>
      </Reference>
      <Reference URI="/word/media/image1.emf?ContentType=image/x-emf">
        <DigestMethod Algorithm="http://www.w3.org/2001/04/xmlenc#sha256"/>
        <DigestValue>7dWTH3Jdk2iyDsKhf1Bv+4hi5YRBHRSPjxzEq97lhfs=</DigestValue>
      </Reference>
      <Reference URI="/word/media/image2.emf?ContentType=image/x-emf">
        <DigestMethod Algorithm="http://www.w3.org/2001/04/xmlenc#sha256"/>
        <DigestValue>YMccrgQRjZud7uqtcTFKhRmeHRfArgqwNeT5WX2byNk=</DigestValue>
      </Reference>
      <Reference URI="/word/media/image3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N9rPjXq1CnJfNhsiK2xdIdv3vPyky+FprCJQ+1JwRPI=</DigestValue>
      </Reference>
      <Reference URI="/word/settings.xml?ContentType=application/vnd.openxmlformats-officedocument.wordprocessingml.settings+xml">
        <DigestMethod Algorithm="http://www.w3.org/2001/04/xmlenc#sha256"/>
        <DigestValue>+DQAFtf8ptOUUnzIlDG8FBcrrbzFaN5kCosyCl/M/Hg=</DigestValue>
      </Reference>
      <Reference URI="/word/styles.xml?ContentType=application/vnd.openxmlformats-officedocument.wordprocessingml.styles+xml">
        <DigestMethod Algorithm="http://www.w3.org/2001/04/xmlenc#sha256"/>
        <DigestValue>nEPhYDBbuFlFbI/q/6lA42pC4kbd6tWh9WpvuHKTzag=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pZHl4ojF0JEGkOdXHdheQgo+tJeRq8+tJH6JcIxTqUE=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2024-08-15T04:57:56Z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{26EA8EDA-419E-4F1A-A69A-54298600B9F1}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2024-08-15T04:57:56Z</xd:SigningTime>
          <xd:SigningCertificate>
            <xd:Cert>
              <xd:CertDigest>
                <DigestMethod Algorithm="http://www.w3.org/2001/04/xmlenc#sha256"/>
                <DigestValue>kcHZ/4q5rtzIBHvxbu1GitvXUv37Mbimo6uV/HDvSUs=</DigestValue>
              </xd:CertDigest>
              <xd:IssuerSerial>
                <X509IssuerName>C=BG, L=Sofia, O=Information Services JSC, OID.2.5.4.97=NTRBG-831641791, CN=StampIT Global Qualified CA</X509IssuerName>
                <X509SerialNumber>8235294166379221145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jGwAAkQ0AACBFTUYAAAEAKBoAAKI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s9ouaAgAAEECfHfl/AAAJAAAAAQAAANBuSh35fwAAAAAAAAAAAACHpAzV+H8AAADY9YuaAgAAAAAKlf////8AAAAAAAAAAAAAAAAAAAAAnv7QYzNiAAD0hwXV+H8AAFB6r36tAAAAAAAAAAAAAABQ3OeTmgIAADB8r34AAAAAYJX6mJoCAAAHAAAAAAAAAGCV+piaAgAAbHuvfq0AAADAe69+rQAAANHNIB35fwAAAAAAAAAAAAAAAAAAAAAAAAAAAAAAAAAAa7ibH/l/AABQ3OeTmgIAAKsyJB35fwAAEHuvfq0AAADAe69+r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GAAAAAAAAAA0G5KHfl/AAAAAAAAAAAAAAAAAAAAAAAAAAD0i5oCAAAsOJsf+X8AAAAAAAAAAAAAAAAAAAAAAABe8dBjM2IAAGAAAAAAAAAAMAAAAAAAAAAAAAAAAAAAAFDc55OaAgAAiHuvfgAAAADg////AAAAAAYAAAAAAAAAAgAAAAAAAACseq9+rQAAAAB7r36tAAAA0c0gHfl/AAAAAAAAAAAAAFDrWB0AAAAAAAAAAAAAAABAF+yLmgIAAFDc55OaAgAAqzIkHfl/AABQeq9+rQAAAAB7r36t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Dgf69+rQAAAAAAAAAAAAAAAAAAAAAAAADQbkod+X8AAAAAAAAAAAAAoVubH/l/AAAAAPSLmgIAANl6r36tAAAAAAAAAAAAAAAAAAAAAAAAAA7+0GMzYgAAAAAAAK0AAADg6GucmgIAAAAAAAAAAAAAUNznk5oCAADYfK9+AAAAAPD///8AAAAACQAAAAAAAAADAAAAAAAAAPx7r36tAAAAUHyvfq0AAADRzSAd+X8AAAAAAAAAAAAAUOtYHQAAAAAAAAAAAAAAAGCV+piaAgAAUNznk5oCAACrMiQd+X8AAKB7r36tAAAAUHyvfq0AAABApReZmgIAAAAAAABkdgAIAAAAACUAAAAMAAAABAAAABgAAAAMAAAAAAAAAhIAAAAMAAAAAQAAAB4AAAAYAAAAKQAAADMAAAAvAAAASAAAACUAAAAMAAAABAAAAFQAAABUAAAAKgAAADMAAAAtAAAARwAAAAEAAABVFdlBewnZ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2AAAAXAAAAAEAAABVFdlBewnZQQoAAABQAAAADwAAAEwAAAAAAAAAAAAAAAAAAAD//////////2wAAAAbBC4EFAQcBBgEGwQQBCAAHwQVBCIEGgQeBBIEEAQAAAcAAAALAAAACAAAAAoAAAAIAAAABwAAAAcAAAADAAAACAAAAAYAAAAGAAAABgAAAAk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gAQAACgAAAHAAAADFAAAAfAAAAAEAAABVFdlBewnZQQoAAABwAAAAIwAAAEwAAAAEAAAACQAAAHAAAADHAAAAfQAAAJQAAABTAGkAZwBuAGUAZAAgAGIAeQA6ACAATAB5AHUAZABtAGkAbABhACAASwBvAHMAdABvAHYAYQAgAFAAZQB0AGsAbwB2AGEAAAAGAAAAAwAAAAcAAAAHAAAABgAAAAcAAAADAAAABwAAAAUAAAADAAAAAwAAAAUAAAAFAAAABwAAAAcAAAAJAAAAAwAAAAMAAAAGAAAAAwAAAAYAAAAHAAAABQAAAAQAAAAHAAAABQAAAAYAAAADAAAABgAAAAYAAAAEAAAABgAAAAcAAAAFAAAABgAAABYAAAAMAAAAAAAAACUAAAAMAAAAAgAAAA4AAAAUAAAAAAAAABAAAAAUAAAA</Object>
  <Object Id="idInvalidSigLnImg">AQAAAGwAAAAAAAAAAAAAAP8AAAB/AAAAAAAAAAAAAAAjGwAAkQ0AACBFTUYAAAEAxB0AAKg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XpDAAAAfqbJd6PIeqDCQFZ4JTd0Lk/HMVPSGy5uFiE4GypVJ0KnHjN9AAABdzYAAACcz+7S6ffb7fnC0t1haH0hMm8aLXIuT8ggOIwoRKslP58cK08AAAGUQQAAAMHg9P///////////+bm5k9SXjw/SzBRzTFU0y1NwSAyVzFGXwEBAgAACA8mnM/u69/SvI9jt4tgjIR9FBosDBEjMVTUMlXWMVPRKUSeDxk4AAAAj0QAAADT6ff///////+Tk5MjK0krSbkvUcsuT8YVJFoTIFIrSbgtTcEQHEdFR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h6QM1fh/AAAKAAsAAAAAANBuSh35fwAAAAAAAAAAAACspAzV+H8AAAAAAAAAAAAAEGxPH/l/AAAAAAAAAAAAAAAAAAAAAAAAPhnQYzNiAADTZ4bU+H8AAEgAAACaAgAAAAAAAAAAAABQ3OeTmgIAAKijr34AAAAA9f///wAAAAAJAAAAAAAAAAAAAAAAAAAAzKKvfq0AAAAgo69+rQAAANHNIB35fwAAAAAAAAAAAAAAAAAAAAAAAFDc55OaAgAAqKOvfq0AAABQ3OeTmgIAAKsyJB35fwAAcKKvfq0AAAAgo69+rQAAAAAAAAAAAAAAAAAAAGR2AAgAAAAAJQAAAAwAAAABAAAAGAAAAAwAAAD/AAACEgAAAAwAAAABAAAAHgAAABgAAAAiAAAABAAAAHoAAAARAAAAJQAAAAwAAAABAAAAVAAAALQAAAAjAAAABAAAAHgAAAAQAAAAAQAAAFUV2UF7Cdl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s9ouaAgAAEECfHfl/AAAJAAAAAQAAANBuSh35fwAAAAAAAAAAAACHpAzV+H8AAADY9YuaAgAAAAAKlf////8AAAAAAAAAAAAAAAAAAAAAnv7QYzNiAAD0hwXV+H8AAFB6r36tAAAAAAAAAAAAAABQ3OeTmgIAADB8r34AAAAAYJX6mJoCAAAHAAAAAAAAAGCV+piaAgAAbHuvfq0AAADAe69+rQAAANHNIB35fwAAAAAAAAAAAAAAAAAAAAAAAAAAAAAAAAAAa7ibH/l/AABQ3OeTmgIAAKsyJB35fwAAEHuvfq0AAADAe69+r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GAAAAAAAAAA0G5KHfl/AAAAAAAAAAAAAAAAAAAAAAAAAAD0i5oCAAAsOJsf+X8AAAAAAAAAAAAAAAAAAAAAAABe8dBjM2IAAGAAAAAAAAAAMAAAAAAAAAAAAAAAAAAAAFDc55OaAgAAiHuvfgAAAADg////AAAAAAYAAAAAAAAAAgAAAAAAAACseq9+rQAAAAB7r36tAAAA0c0gHfl/AAAAAAAAAAAAAFDrWB0AAAAAAAAAAAAAAABAF+yLmgIAAFDc55OaAgAAqzIkHfl/AABQeq9+rQAAAAB7r36t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Dgf69+rQAAAAAAAAAAAAAAAAAAAAAAAADQbkod+X8AAAAAAAAAAAAAoVubH/l/AAAAAPSLmgIAANl6r36tAAAAAAAAAAAAAAAAAAAAAAAAAA7+0GMzYgAAAAAAAK0AAADg6GucmgIAAAAAAAAAAAAAUNznk5oCAADYfK9+AAAAAPD///8AAAAACQAAAAAAAAADAAAAAAAAAPx7r36tAAAAUHyvfq0AAADRzSAd+X8AAAAAAAAAAAAAUOtYHQAAAAAAAAAAAAAAAGCV+piaAgAAUNznk5oCAACrMiQd+X8AAKB7r36tAAAAUHyvfq0AAABApReZmgIAAAAAAABkdgAIAAAAACUAAAAMAAAABAAAABgAAAAMAAAAAAAAAhIAAAAMAAAAAQAAAB4AAAAYAAAAKQAAADMAAAAvAAAASAAAACUAAAAMAAAABAAAAFQAAABUAAAAKgAAADMAAAAtAAAARwAAAAEAAABVFdlBewnZ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2AAAAXAAAAAEAAABVFdlBewnZQQoAAABQAAAADwAAAEwAAAAAAAAAAAAAAAAAAAD//////////2wAAAAbBC4EFAQcBBgEGwQQBCAAHwQVBCIEGgQeBBIEEAQAAAcAAAALAAAACAAAAAoAAAAIAAAABwAAAAcAAAADAAAACAAAAAYAAAAGAAAABgAAAAk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gAQAACgAAAHAAAADFAAAAfAAAAAEAAABVFdlBewnZQQoAAABwAAAAIwAAAEwAAAAEAAAACQAAAHAAAADHAAAAfQAAAJQAAABTAGkAZwBuAGUAZAAgAGIAeQA6ACAATAB5AHUAZABtAGkAbABhACAASwBvAHMAdABvAHYAYQAgAFAAZQB0AGsAbwB2AGEAAAAGAAAAAwAAAAcAAAAHAAAABgAAAAcAAAADAAAABwAAAAUAAAADAAAAAwAAAAUAAAAFAAAABwAAAAcAAAAJAAAAAwAAAAMAAAAGAAAAAwAAAAYAAAAHAAAABQAAAAQAAAAHAAAABQAAAAYAAAADAAAABgAAAAYAAAAEAAAABgAAAAcAAAAFAAAABgAAABYAAAAMAAAAAAAAACUAAAAMAAAAAgAAAA4AAAAUAAAAAAAAABAAAAAUAAAA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FdSc3pPHAW9JKKwYlzFGQqA20fd1yUu9riLZ6+aF1CQ=</DigestValue>
    </Reference>
    <Reference Type="http://www.w3.org/2000/09/xmldsig#Object" URI="#idOfficeObject">
      <DigestMethod Algorithm="http://www.w3.org/2001/04/xmlenc#sha256"/>
      <DigestValue>EFzupFispI9Hf1GQJMoQU0m9HGtxM5oGCoFY4jmip8k=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Ck6ueIxAKzDvrCCZCJaUP6+sB3rSQAF8dJOHTb2+/KQ=</DigestValue>
    </Reference>
    <Reference Type="http://www.w3.org/2000/09/xmldsig#Object" URI="#idValidSigLnImg">
      <DigestMethod Algorithm="http://www.w3.org/2001/04/xmlenc#sha256"/>
      <DigestValue>skFoqv6TUUlbiUW/XQGr0E/1yL8BUWNgQteZv+moxXw=</DigestValue>
    </Reference>
    <Reference Type="http://www.w3.org/2000/09/xmldsig#Object" URI="#idInvalidSigLnImg">
      <DigestMethod Algorithm="http://www.w3.org/2001/04/xmlenc#sha256"/>
      <DigestValue>5QFO1bq3QboHUZTTgfps0JWiHe1QZVrgK+vTkPeNJqI=</DigestValue>
    </Reference>
  </SignedInfo>
  <SignatureValue>HfXPpA0R6X1Tm5gmfs1UB1TLH+feL0QnWfaYL/Ee3Esd884FE01Ygq6WA+CMC35lgdA8xZw2K02v
lljFlYMN0pSc0sFdEEavAY0+GRLkv43k3XEpbm60oKyb2N/KCulbCEjrEDsOpIputM+mDVVFUWAe
EN2W0Ilsgpb09hOcI8aLvGKV/S8sVRaEHrh6G8kCmo6rMg8HwVbrtBDWpNZxQa5yClfYZC3h+CZM
/9A7zgionEJEWneor9MqFb5vDJEKCPm8tGl/JeYIykMxQCoUhRt2NDYMp7NrZSPx5PI6if8uSHcg
UjhBBqJYfJ2ghAAloeb5Y6z9M2/UnQw902NXvw==</SignatureValue>
  <KeyInfo>
    <X509Data>
      <X509Certificate>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v/0Ns+CWpXk2gviFE99aDwwQb7r41Nzd8zCsmlkoedI=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D8Q+cjphivGpbyE4LrADn6Xz36RDtsn0BcamY8nEpcc=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KCe25uFfBTYjZOpkhMgqtVUfKvebkLIxsYJAfZPebOU=</DigestValue>
      </Reference>
      <Reference URI="/word/document.xml?ContentType=application/vnd.openxmlformats-officedocument.wordprocessingml.document.main+xml">
        <DigestMethod Algorithm="http://www.w3.org/2001/04/xmlenc#sha256"/>
        <DigestValue>t7oRzycXjvHLM5miSn6yxU9rlAlk3F4Fyy0z5O4hRF0=</DigestValue>
      </Reference>
      <Reference URI="/word/endnotes.xml?ContentType=application/vnd.openxmlformats-officedocument.wordprocessingml.endnotes+xml">
        <DigestMethod Algorithm="http://www.w3.org/2001/04/xmlenc#sha256"/>
        <DigestValue>DIcTN/9aJJV2pcYMUM0vNmetFAvJ1DqBtJT/d4TfTjM=</DigestValue>
      </Reference>
      <Reference URI="/word/fontTable.xml?ContentType=application/vnd.openxmlformats-officedocument.wordprocessingml.fontTable+xml">
        <DigestMethod Algorithm="http://www.w3.org/2001/04/xmlenc#sha256"/>
        <DigestValue>KMTDYQXmizNUd6HWMvPrmFuxSTb0JNgADGbrbboG+1s=</DigestValue>
      </Reference>
      <Reference URI="/word/footer1.xml?ContentType=application/vnd.openxmlformats-officedocument.wordprocessingml.footer+xml">
        <DigestMethod Algorithm="http://www.w3.org/2001/04/xmlenc#sha256"/>
        <DigestValue>hLehQltcyZpg2xtyF+jJal4o2lENEBv3LAli6jTiMH8=</DigestValue>
      </Reference>
      <Reference URI="/word/footnotes.xml?ContentType=application/vnd.openxmlformats-officedocument.wordprocessingml.footnotes+xml">
        <DigestMethod Algorithm="http://www.w3.org/2001/04/xmlenc#sha256"/>
        <DigestValue>Pe8IjDGlkbC9EfUiBtZ9Kf6SIni8lHfz+WEy2RTnsQ4=</DigestValue>
      </Reference>
      <Reference URI="/word/header1.xml?ContentType=application/vnd.openxmlformats-officedocument.wordprocessingml.header+xml">
        <DigestMethod Algorithm="http://www.w3.org/2001/04/xmlenc#sha256"/>
        <DigestValue>ubuXx18SwbXqAI5pLFBO1h0aD7LWa23A1h9bVkk9q9c=</DigestValue>
      </Reference>
      <Reference URI="/word/media/image1.emf?ContentType=image/x-emf">
        <DigestMethod Algorithm="http://www.w3.org/2001/04/xmlenc#sha256"/>
        <DigestValue>7dWTH3Jdk2iyDsKhf1Bv+4hi5YRBHRSPjxzEq97lhfs=</DigestValue>
      </Reference>
      <Reference URI="/word/media/image2.emf?ContentType=image/x-emf">
        <DigestMethod Algorithm="http://www.w3.org/2001/04/xmlenc#sha256"/>
        <DigestValue>YMccrgQRjZud7uqtcTFKhRmeHRfArgqwNeT5WX2byNk=</DigestValue>
      </Reference>
      <Reference URI="/word/media/image3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N9rPjXq1CnJfNhsiK2xdIdv3vPyky+FprCJQ+1JwRPI=</DigestValue>
      </Reference>
      <Reference URI="/word/settings.xml?ContentType=application/vnd.openxmlformats-officedocument.wordprocessingml.settings+xml">
        <DigestMethod Algorithm="http://www.w3.org/2001/04/xmlenc#sha256"/>
        <DigestValue>+DQAFtf8ptOUUnzIlDG8FBcrrbzFaN5kCosyCl/M/Hg=</DigestValue>
      </Reference>
      <Reference URI="/word/styles.xml?ContentType=application/vnd.openxmlformats-officedocument.wordprocessingml.styles+xml">
        <DigestMethod Algorithm="http://www.w3.org/2001/04/xmlenc#sha256"/>
        <DigestValue>nEPhYDBbuFlFbI/q/6lA42pC4kbd6tWh9WpvuHKTzag=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pZHl4ojF0JEGkOdXHdheQgo+tJeRq8+tJH6JcIxTqUE=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2024-08-15T05:14:44Z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{2D47A3FA-EA7F-41DA-940B-E605F2E6066D}</SetupID>
          <SignatureText>91-00-439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2024-08-15T05:14:44Z</xd:SigningTime>
          <xd:SigningCertificate>
            <xd:Cert>
              <xd:CertDigest>
                <DigestMethod Algorithm="http://www.w3.org/2001/04/xmlenc#sha256"/>
                <DigestValue>a064ohAK0YoS+ThNryczhEoN6SP/ydaqysmxO2miVho=</DigestValue>
              </xd:CertDigest>
              <xd:IssuerSerial>
                <X509IssuerName>C=BG, L=Sofia, O=Information Services JSC, OID.2.5.4.97=NTRBG-831641791, CN=StampIT Global Qualified CA</X509IssuerName>
                <X509SerialNumber>5431411800262819443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sAAKo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PAGJik3eYaWQACQAAAHxik3cJAAAA+F9kAAAAAACYaWQAmGlkADJLRHAAAAAAIktEcAAAAAAAAAAAAAAAAAAAAAAAAAAAyOBjAAAAAAAAAAAAAAAAAAAAAAAAAAAAAAAAAAAAAAAAAAAAAAAAAAAAAAAAAAAAAAAAAAAAAAAAAAAAAAAAAAiTTwAFeyd3ZGadd/yTTwBo0o93mGlkAAxIGnAAAAAAeNOPd///AAAAAAAAW9SPd1vUj3cslE8AAAAAAAAAAADhBNp2AAAAAAcAAABclE8AXJR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AAQN1BQnvd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AAQN1BQnvdQQoAAABgAAAABQAAAEwAAAAAAAAAAAAAAAAAAAD//////////1gAAAAhBD4ERAQ4BE8EAA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ABA3UFCe91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  <Object Id="idInvalidSigLnImg">AQAAAGwAAAAAAAAAAAAAAP8AAAB/AAAAAAAAAAAAAACoGwAA2A0AACBFTUYAAAEAnB4AALA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PAGJik3eYaWQACQAAAHxik3cJAAAA+F9kAAAAAACYaWQAmGlkADJLRHAAAAAAIktEcAAAAAAAAAAAAAAAAAAAAAAAAAAAyOBjAAAAAAAAAAAAAAAAAAAAAAAAAAAAAAAAAAAAAAAAAAAAAAAAAAAAAAAAAAAAAAAAAAAAAAAAAAAAAAAAAAiTTwAFeyd3ZGadd/yTTwBo0o93mGlkAAxIGnAAAAAAeNOPd///AAAAAAAAW9SPd1vUj3cslE8AAAAAAAAAAADhBNp2AAAAAAcAAABclE8AXJR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AAQN1BQnvd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AAQN1BQnvdQQoAAABgAAAABQAAAEwAAAAAAAAAAAAAAAAAAAD//////////1gAAAAhBD4ERAQ4BE8EFg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ABA3UFCe91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9D8FD-6355-4CB4-9215-1655A03F5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Бланка на МИНИСТЪР.dotx</Template>
  <TotalTime>97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subject/>
  <dc:creator>Ралица Костова</dc:creator>
  <cp:keywords/>
  <cp:lastModifiedBy>Моника Дандулова</cp:lastModifiedBy>
  <cp:revision>9</cp:revision>
  <cp:lastPrinted>2024-08-13T07:24:00Z</cp:lastPrinted>
  <dcterms:created xsi:type="dcterms:W3CDTF">2024-08-13T06:01:00Z</dcterms:created>
  <dcterms:modified xsi:type="dcterms:W3CDTF">2024-08-13T07:40:00Z</dcterms:modified>
</cp:coreProperties>
</file>