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4.xml" ContentType="application/vnd.openxmlformats-package.digital-signature-xmlsignature+xml"/>
  <Override PartName="/_xmlsignatures/sig5.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507" w:rsidRPr="00775FE3" w:rsidRDefault="007B7C79" w:rsidP="008909DB">
      <w:pPr>
        <w:pStyle w:val="Header"/>
        <w:tabs>
          <w:tab w:val="clear" w:pos="4153"/>
          <w:tab w:val="clear" w:pos="8306"/>
        </w:tabs>
        <w:spacing w:after="0" w:line="240" w:lineRule="auto"/>
        <w:ind w:firstLine="0"/>
        <w:rPr>
          <w:rFonts w:ascii="Times New Roman" w:hAnsi="Times New Roman"/>
          <w:b/>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7FB3856A-9007-4E4F-A696-E57E4ACDF875}" provid="{00000000-0000-0000-0000-000000000000}" o:suggestedsigner="Изх. №" o:suggestedsigner2="София" issignatureline="t"/>
          </v:shape>
        </w:pict>
      </w:r>
      <w:r w:rsidR="00121507" w:rsidRPr="00775FE3">
        <w:rPr>
          <w:rFonts w:ascii="Times New Roman" w:hAnsi="Times New Roman"/>
          <w:b/>
          <w:szCs w:val="24"/>
        </w:rPr>
        <w:t>ДО</w:t>
      </w:r>
    </w:p>
    <w:p w:rsidR="00D9730E" w:rsidRPr="00BB72D2" w:rsidRDefault="00121507" w:rsidP="00D9730E">
      <w:pPr>
        <w:tabs>
          <w:tab w:val="left" w:pos="4536"/>
        </w:tabs>
        <w:spacing w:after="0" w:line="240" w:lineRule="auto"/>
        <w:ind w:left="4536" w:hanging="708"/>
        <w:jc w:val="left"/>
        <w:rPr>
          <w:rFonts w:ascii="Times New Roman" w:hAnsi="Times New Roman"/>
          <w:b/>
          <w:bCs/>
          <w:szCs w:val="24"/>
        </w:rPr>
      </w:pPr>
      <w:r w:rsidRPr="00BE2490">
        <w:rPr>
          <w:rFonts w:ascii="Times New Roman" w:hAnsi="Times New Roman"/>
          <w:b/>
          <w:szCs w:val="24"/>
        </w:rPr>
        <w:t xml:space="preserve">Г-ЖА </w:t>
      </w:r>
      <w:r w:rsidR="00D9730E" w:rsidRPr="00BB72D2">
        <w:rPr>
          <w:rFonts w:ascii="Times New Roman" w:hAnsi="Times New Roman"/>
          <w:b/>
          <w:bCs/>
          <w:szCs w:val="24"/>
        </w:rPr>
        <w:t xml:space="preserve">ЮРА ЙОРДАНОВА - ВИТАНОВА </w:t>
      </w:r>
    </w:p>
    <w:p w:rsidR="00D9730E" w:rsidRDefault="00D9730E" w:rsidP="00D9730E">
      <w:pPr>
        <w:spacing w:after="0" w:line="240" w:lineRule="auto"/>
        <w:ind w:left="3828" w:firstLine="0"/>
        <w:jc w:val="left"/>
        <w:rPr>
          <w:rFonts w:ascii="Times New Roman" w:hAnsi="Times New Roman"/>
          <w:b/>
          <w:bCs/>
          <w:szCs w:val="24"/>
        </w:rPr>
      </w:pPr>
      <w:r w:rsidRPr="00BB72D2">
        <w:rPr>
          <w:rFonts w:ascii="Times New Roman" w:hAnsi="Times New Roman"/>
          <w:b/>
          <w:bCs/>
          <w:szCs w:val="24"/>
        </w:rPr>
        <w:t>ЗАМЕСТНИК-МИНИСТЪР НА РЕГИОНАЛНОТО РАЗВИТИЕ И БЛАГОУСТРОЙСТВОТО</w:t>
      </w:r>
      <w:r w:rsidR="00C9591B">
        <w:rPr>
          <w:rFonts w:ascii="Times New Roman" w:hAnsi="Times New Roman"/>
          <w:b/>
          <w:bCs/>
          <w:szCs w:val="24"/>
        </w:rPr>
        <w:t xml:space="preserve"> </w:t>
      </w:r>
      <w:r w:rsidRPr="00BB72D2">
        <w:rPr>
          <w:rFonts w:ascii="Times New Roman" w:hAnsi="Times New Roman"/>
          <w:b/>
          <w:bCs/>
          <w:szCs w:val="24"/>
        </w:rPr>
        <w:t>И РЪКОВОДИТЕЛ НА УО НА ПРОГРАМА „РАЗВИТИЕ НА РЕГИОНИТЕ“ 2021-2027</w:t>
      </w:r>
    </w:p>
    <w:p w:rsidR="00121507" w:rsidRPr="00BE2490" w:rsidRDefault="00121507" w:rsidP="008909DB">
      <w:pPr>
        <w:tabs>
          <w:tab w:val="left" w:pos="4536"/>
        </w:tabs>
        <w:spacing w:after="0" w:line="240" w:lineRule="auto"/>
        <w:ind w:left="4536" w:hanging="708"/>
        <w:jc w:val="left"/>
        <w:rPr>
          <w:rFonts w:ascii="Times New Roman" w:hAnsi="Times New Roman"/>
          <w:b/>
          <w:bCs/>
          <w:color w:val="000000"/>
          <w:szCs w:val="24"/>
          <w:shd w:val="clear" w:color="auto" w:fill="FFFFFF"/>
        </w:rPr>
      </w:pPr>
    </w:p>
    <w:p w:rsidR="00121507" w:rsidRPr="00121507" w:rsidRDefault="00121507" w:rsidP="008909DB">
      <w:pPr>
        <w:tabs>
          <w:tab w:val="left" w:pos="4536"/>
        </w:tabs>
        <w:spacing w:after="0" w:line="240" w:lineRule="auto"/>
        <w:ind w:left="4536" w:hanging="708"/>
        <w:jc w:val="left"/>
        <w:rPr>
          <w:rFonts w:ascii="Times New Roman" w:hAnsi="Times New Roman"/>
          <w:bCs/>
          <w:szCs w:val="24"/>
          <w:shd w:val="clear" w:color="auto" w:fill="FFFFFF"/>
        </w:rPr>
      </w:pPr>
      <w:r w:rsidRPr="00121507">
        <w:rPr>
          <w:rFonts w:ascii="Times New Roman" w:hAnsi="Times New Roman"/>
          <w:bCs/>
          <w:szCs w:val="24"/>
          <w:shd w:val="clear" w:color="auto" w:fill="FFFFFF"/>
        </w:rPr>
        <w:t xml:space="preserve">На Ваш Изх. </w:t>
      </w:r>
      <w:r w:rsidR="007A18F3" w:rsidRPr="002E4848">
        <w:rPr>
          <w:rFonts w:ascii="Times New Roman" w:hAnsi="Times New Roman"/>
          <w:szCs w:val="24"/>
        </w:rPr>
        <w:t>№</w:t>
      </w:r>
      <w:r w:rsidR="007A18F3">
        <w:rPr>
          <w:rFonts w:ascii="Times New Roman" w:hAnsi="Times New Roman"/>
          <w:szCs w:val="24"/>
        </w:rPr>
        <w:t xml:space="preserve"> </w:t>
      </w:r>
      <w:r w:rsidR="007A18F3" w:rsidRPr="007A18F3">
        <w:rPr>
          <w:rFonts w:ascii="Times New Roman" w:hAnsi="Times New Roman"/>
          <w:bCs/>
          <w:szCs w:val="24"/>
          <w:shd w:val="clear" w:color="auto" w:fill="FFFFFF"/>
        </w:rPr>
        <w:t>9900</w:t>
      </w:r>
      <w:r w:rsidR="00F30ABF">
        <w:rPr>
          <w:rFonts w:ascii="Times New Roman" w:hAnsi="Times New Roman"/>
          <w:bCs/>
          <w:szCs w:val="24"/>
          <w:shd w:val="clear" w:color="auto" w:fill="FFFFFF"/>
          <w:lang w:val="en-US"/>
        </w:rPr>
        <w:t>67193</w:t>
      </w:r>
      <w:r w:rsidR="007A18F3">
        <w:rPr>
          <w:rFonts w:ascii="Times New Roman" w:hAnsi="Times New Roman"/>
          <w:bCs/>
          <w:szCs w:val="24"/>
          <w:shd w:val="clear" w:color="auto" w:fill="FFFFFF"/>
        </w:rPr>
        <w:t xml:space="preserve"> / </w:t>
      </w:r>
      <w:r w:rsidR="00F30ABF">
        <w:rPr>
          <w:rFonts w:ascii="Times New Roman" w:hAnsi="Times New Roman"/>
          <w:bCs/>
          <w:szCs w:val="24"/>
          <w:shd w:val="clear" w:color="auto" w:fill="FFFFFF"/>
          <w:lang w:val="en-US"/>
        </w:rPr>
        <w:t>30</w:t>
      </w:r>
      <w:r w:rsidRPr="00121507">
        <w:rPr>
          <w:rFonts w:ascii="Times New Roman" w:hAnsi="Times New Roman"/>
          <w:bCs/>
          <w:szCs w:val="24"/>
          <w:shd w:val="clear" w:color="auto" w:fill="FFFFFF"/>
        </w:rPr>
        <w:t>.</w:t>
      </w:r>
      <w:r w:rsidR="00E1436C">
        <w:rPr>
          <w:rFonts w:ascii="Times New Roman" w:hAnsi="Times New Roman"/>
          <w:bCs/>
          <w:szCs w:val="24"/>
          <w:shd w:val="clear" w:color="auto" w:fill="FFFFFF"/>
        </w:rPr>
        <w:t>12</w:t>
      </w:r>
      <w:r w:rsidRPr="00121507">
        <w:rPr>
          <w:rFonts w:ascii="Times New Roman" w:hAnsi="Times New Roman"/>
          <w:bCs/>
          <w:szCs w:val="24"/>
          <w:shd w:val="clear" w:color="auto" w:fill="FFFFFF"/>
        </w:rPr>
        <w:t>.20</w:t>
      </w:r>
      <w:r w:rsidRPr="00121507">
        <w:rPr>
          <w:rFonts w:ascii="Times New Roman" w:hAnsi="Times New Roman"/>
          <w:bCs/>
          <w:szCs w:val="24"/>
          <w:shd w:val="clear" w:color="auto" w:fill="FFFFFF"/>
          <w:lang w:val="en-US"/>
        </w:rPr>
        <w:t>2</w:t>
      </w:r>
      <w:r w:rsidR="00B206BD">
        <w:rPr>
          <w:rFonts w:ascii="Times New Roman" w:hAnsi="Times New Roman"/>
          <w:bCs/>
          <w:szCs w:val="24"/>
          <w:shd w:val="clear" w:color="auto" w:fill="FFFFFF"/>
          <w:lang w:val="en-US"/>
        </w:rPr>
        <w:t>4</w:t>
      </w:r>
      <w:r w:rsidRPr="00121507">
        <w:rPr>
          <w:rFonts w:ascii="Times New Roman" w:hAnsi="Times New Roman"/>
          <w:bCs/>
          <w:szCs w:val="24"/>
          <w:shd w:val="clear" w:color="auto" w:fill="FFFFFF"/>
        </w:rPr>
        <w:t xml:space="preserve"> г. </w:t>
      </w:r>
    </w:p>
    <w:p w:rsidR="00121507" w:rsidRPr="00121507" w:rsidRDefault="00121507" w:rsidP="008909DB">
      <w:pPr>
        <w:tabs>
          <w:tab w:val="left" w:pos="5103"/>
        </w:tabs>
        <w:spacing w:after="0" w:line="240" w:lineRule="auto"/>
        <w:ind w:left="4536" w:hanging="708"/>
        <w:rPr>
          <w:rFonts w:ascii="Times New Roman" w:hAnsi="Times New Roman"/>
          <w:szCs w:val="24"/>
        </w:rPr>
      </w:pPr>
      <w:r w:rsidRPr="002E4848">
        <w:rPr>
          <w:rFonts w:ascii="Times New Roman" w:hAnsi="Times New Roman"/>
          <w:szCs w:val="24"/>
        </w:rPr>
        <w:t xml:space="preserve">Към Наш № </w:t>
      </w:r>
      <w:r w:rsidR="00CA0F15">
        <w:rPr>
          <w:rFonts w:ascii="Times New Roman" w:hAnsi="Times New Roman"/>
          <w:szCs w:val="24"/>
        </w:rPr>
        <w:t>0</w:t>
      </w:r>
      <w:r w:rsidR="007A18F3">
        <w:rPr>
          <w:rFonts w:ascii="Times New Roman" w:hAnsi="Times New Roman"/>
          <w:szCs w:val="24"/>
        </w:rPr>
        <w:t>4</w:t>
      </w:r>
      <w:r w:rsidRPr="002E4848">
        <w:rPr>
          <w:rFonts w:ascii="Times New Roman" w:hAnsi="Times New Roman"/>
          <w:szCs w:val="24"/>
        </w:rPr>
        <w:t>-</w:t>
      </w:r>
      <w:r w:rsidR="007A18F3">
        <w:rPr>
          <w:rFonts w:ascii="Times New Roman" w:hAnsi="Times New Roman"/>
          <w:szCs w:val="24"/>
        </w:rPr>
        <w:t>16</w:t>
      </w:r>
      <w:r w:rsidRPr="002E4848">
        <w:rPr>
          <w:rFonts w:ascii="Times New Roman" w:hAnsi="Times New Roman"/>
          <w:szCs w:val="24"/>
        </w:rPr>
        <w:t>-</w:t>
      </w:r>
      <w:r w:rsidR="00E1436C">
        <w:rPr>
          <w:rFonts w:ascii="Times New Roman" w:hAnsi="Times New Roman"/>
          <w:szCs w:val="24"/>
        </w:rPr>
        <w:t>543</w:t>
      </w:r>
      <w:r w:rsidRPr="002E4848">
        <w:rPr>
          <w:rFonts w:ascii="Times New Roman" w:hAnsi="Times New Roman"/>
          <w:szCs w:val="24"/>
        </w:rPr>
        <w:t xml:space="preserve"> от </w:t>
      </w:r>
      <w:r w:rsidR="00F30ABF">
        <w:rPr>
          <w:rFonts w:ascii="Times New Roman" w:hAnsi="Times New Roman"/>
          <w:szCs w:val="24"/>
          <w:lang w:val="en-US"/>
        </w:rPr>
        <w:t>30</w:t>
      </w:r>
      <w:r w:rsidRPr="002E4848">
        <w:rPr>
          <w:rFonts w:ascii="Times New Roman" w:hAnsi="Times New Roman"/>
          <w:szCs w:val="24"/>
        </w:rPr>
        <w:t>.</w:t>
      </w:r>
      <w:r w:rsidR="00E1436C">
        <w:rPr>
          <w:rFonts w:ascii="Times New Roman" w:hAnsi="Times New Roman"/>
          <w:szCs w:val="24"/>
        </w:rPr>
        <w:t>12</w:t>
      </w:r>
      <w:r w:rsidRPr="002E4848">
        <w:rPr>
          <w:rFonts w:ascii="Times New Roman" w:hAnsi="Times New Roman"/>
          <w:szCs w:val="24"/>
        </w:rPr>
        <w:t>.202</w:t>
      </w:r>
      <w:r w:rsidR="00B206BD">
        <w:rPr>
          <w:rFonts w:ascii="Times New Roman" w:hAnsi="Times New Roman"/>
          <w:szCs w:val="24"/>
          <w:lang w:val="en-US"/>
        </w:rPr>
        <w:t>4</w:t>
      </w:r>
      <w:r>
        <w:rPr>
          <w:rFonts w:ascii="Times New Roman" w:hAnsi="Times New Roman"/>
          <w:szCs w:val="24"/>
          <w:lang w:val="en-US"/>
        </w:rPr>
        <w:t xml:space="preserve"> </w:t>
      </w:r>
      <w:r>
        <w:rPr>
          <w:rFonts w:ascii="Times New Roman" w:hAnsi="Times New Roman"/>
          <w:szCs w:val="24"/>
        </w:rPr>
        <w:t>г.</w:t>
      </w:r>
    </w:p>
    <w:p w:rsidR="000D0CE5" w:rsidRDefault="000D0CE5" w:rsidP="000D0CE5">
      <w:pPr>
        <w:pStyle w:val="Header"/>
        <w:spacing w:line="276" w:lineRule="auto"/>
        <w:ind w:left="2410" w:hanging="1417"/>
        <w:rPr>
          <w:rFonts w:ascii="Times New Roman" w:hAnsi="Times New Roman"/>
          <w:b/>
          <w:szCs w:val="24"/>
        </w:rPr>
      </w:pPr>
    </w:p>
    <w:p w:rsidR="00760C68" w:rsidRPr="00E14BA1" w:rsidRDefault="00760C68" w:rsidP="000D0CE5">
      <w:pPr>
        <w:pStyle w:val="Header"/>
        <w:spacing w:line="276" w:lineRule="auto"/>
        <w:ind w:left="2410" w:hanging="1417"/>
        <w:rPr>
          <w:rFonts w:ascii="Times New Roman" w:hAnsi="Times New Roman"/>
          <w:b/>
          <w:szCs w:val="24"/>
        </w:rPr>
      </w:pPr>
    </w:p>
    <w:p w:rsidR="000D0CE5" w:rsidRDefault="000D0CE5" w:rsidP="008909DB">
      <w:pPr>
        <w:pStyle w:val="Header"/>
        <w:spacing w:line="240" w:lineRule="auto"/>
        <w:ind w:left="2127" w:hanging="1560"/>
        <w:rPr>
          <w:rFonts w:ascii="Times New Roman" w:hAnsi="Times New Roman"/>
          <w:b/>
          <w:szCs w:val="24"/>
        </w:rPr>
      </w:pPr>
      <w:r w:rsidRPr="00880A70">
        <w:rPr>
          <w:rFonts w:ascii="Times New Roman" w:hAnsi="Times New Roman"/>
          <w:b/>
          <w:szCs w:val="24"/>
        </w:rPr>
        <w:t>ОТНОСНО:</w:t>
      </w:r>
      <w:r w:rsidRPr="00880A70">
        <w:rPr>
          <w:rFonts w:ascii="Times New Roman" w:hAnsi="Times New Roman"/>
          <w:szCs w:val="24"/>
        </w:rPr>
        <w:t xml:space="preserve"> </w:t>
      </w:r>
      <w:r w:rsidRPr="00880A70">
        <w:rPr>
          <w:rFonts w:ascii="Times New Roman" w:hAnsi="Times New Roman"/>
          <w:szCs w:val="24"/>
        </w:rPr>
        <w:tab/>
      </w:r>
      <w:r w:rsidR="00B206BD" w:rsidRPr="00B206BD">
        <w:rPr>
          <w:rFonts w:ascii="Times New Roman" w:hAnsi="Times New Roman"/>
          <w:szCs w:val="24"/>
        </w:rPr>
        <w:t xml:space="preserve">Съгласуване на </w:t>
      </w:r>
      <w:r w:rsidR="008F0992">
        <w:rPr>
          <w:rFonts w:ascii="Times New Roman" w:hAnsi="Times New Roman"/>
          <w:szCs w:val="24"/>
        </w:rPr>
        <w:t xml:space="preserve">режима по държавните помощи </w:t>
      </w:r>
      <w:r w:rsidR="00D9730E">
        <w:rPr>
          <w:rFonts w:ascii="Times New Roman" w:hAnsi="Times New Roman"/>
          <w:szCs w:val="24"/>
        </w:rPr>
        <w:t>в</w:t>
      </w:r>
      <w:r w:rsidR="00D9730E" w:rsidRPr="00D9730E">
        <w:rPr>
          <w:rFonts w:ascii="Times New Roman" w:hAnsi="Times New Roman"/>
          <w:szCs w:val="24"/>
        </w:rPr>
        <w:t xml:space="preserve"> Насоки за кандидатстване по процедура </w:t>
      </w:r>
      <w:r w:rsidR="00E1436C" w:rsidRPr="00E1436C">
        <w:rPr>
          <w:rFonts w:ascii="Times New Roman" w:hAnsi="Times New Roman"/>
          <w:szCs w:val="24"/>
        </w:rPr>
        <w:t xml:space="preserve">BG16FFPR003-4.004 </w:t>
      </w:r>
      <w:r w:rsidR="00D9730E" w:rsidRPr="00D9730E">
        <w:rPr>
          <w:rFonts w:ascii="Times New Roman" w:hAnsi="Times New Roman"/>
          <w:szCs w:val="24"/>
        </w:rPr>
        <w:t>„</w:t>
      </w:r>
      <w:r w:rsidR="00E1436C" w:rsidRPr="00E1436C">
        <w:rPr>
          <w:rFonts w:ascii="Times New Roman" w:hAnsi="Times New Roman"/>
          <w:szCs w:val="24"/>
        </w:rPr>
        <w:t>Диверсификация и адаптиране на малки и средни предприятия към икономическия преход</w:t>
      </w:r>
      <w:r w:rsidR="00D9730E" w:rsidRPr="00D9730E">
        <w:rPr>
          <w:rFonts w:ascii="Times New Roman" w:hAnsi="Times New Roman"/>
          <w:szCs w:val="24"/>
        </w:rPr>
        <w:t>“ по Програма „Развитие на регионите“ 2021-2027</w:t>
      </w:r>
    </w:p>
    <w:p w:rsidR="00121507" w:rsidRDefault="00121507" w:rsidP="000D0CE5">
      <w:pPr>
        <w:pStyle w:val="BodyText"/>
        <w:spacing w:after="0" w:line="276" w:lineRule="auto"/>
        <w:ind w:firstLine="993"/>
        <w:rPr>
          <w:rFonts w:ascii="Times New Roman" w:hAnsi="Times New Roman"/>
          <w:b/>
          <w:sz w:val="20"/>
        </w:rPr>
      </w:pPr>
    </w:p>
    <w:p w:rsidR="00760C68" w:rsidRPr="008909DB" w:rsidRDefault="00760C68" w:rsidP="000D0CE5">
      <w:pPr>
        <w:pStyle w:val="BodyText"/>
        <w:spacing w:after="0" w:line="276" w:lineRule="auto"/>
        <w:ind w:firstLine="993"/>
        <w:rPr>
          <w:rFonts w:ascii="Times New Roman" w:hAnsi="Times New Roman"/>
          <w:b/>
          <w:sz w:val="20"/>
        </w:rPr>
      </w:pPr>
    </w:p>
    <w:p w:rsidR="008909DB" w:rsidRPr="008909DB" w:rsidRDefault="008909DB" w:rsidP="000D0CE5">
      <w:pPr>
        <w:pStyle w:val="BodyText"/>
        <w:spacing w:after="0" w:line="276" w:lineRule="auto"/>
        <w:ind w:firstLine="993"/>
        <w:rPr>
          <w:rFonts w:ascii="Times New Roman" w:hAnsi="Times New Roman"/>
          <w:b/>
          <w:sz w:val="20"/>
        </w:rPr>
      </w:pPr>
    </w:p>
    <w:p w:rsidR="000D0CE5" w:rsidRPr="00880A70" w:rsidRDefault="000D0CE5" w:rsidP="000D0CE5">
      <w:pPr>
        <w:pStyle w:val="Header"/>
        <w:spacing w:line="276" w:lineRule="auto"/>
        <w:rPr>
          <w:rFonts w:ascii="Times New Roman" w:hAnsi="Times New Roman"/>
          <w:b/>
          <w:szCs w:val="24"/>
        </w:rPr>
      </w:pPr>
      <w:r w:rsidRPr="00880A70">
        <w:rPr>
          <w:rFonts w:ascii="Times New Roman" w:hAnsi="Times New Roman"/>
          <w:b/>
          <w:szCs w:val="24"/>
        </w:rPr>
        <w:t>УВАЖАЕМ</w:t>
      </w:r>
      <w:r w:rsidR="00121507">
        <w:rPr>
          <w:rFonts w:ascii="Times New Roman" w:hAnsi="Times New Roman"/>
          <w:b/>
          <w:szCs w:val="24"/>
        </w:rPr>
        <w:t>А</w:t>
      </w:r>
      <w:r w:rsidRPr="00880A70">
        <w:rPr>
          <w:rFonts w:ascii="Times New Roman" w:hAnsi="Times New Roman"/>
          <w:b/>
          <w:szCs w:val="24"/>
        </w:rPr>
        <w:t xml:space="preserve"> ГОСПО</w:t>
      </w:r>
      <w:r w:rsidR="00121507">
        <w:rPr>
          <w:rFonts w:ascii="Times New Roman" w:hAnsi="Times New Roman"/>
          <w:b/>
          <w:szCs w:val="24"/>
        </w:rPr>
        <w:t>ЖО</w:t>
      </w:r>
      <w:r w:rsidRPr="00880A70">
        <w:rPr>
          <w:rFonts w:ascii="Times New Roman" w:hAnsi="Times New Roman"/>
          <w:b/>
          <w:szCs w:val="24"/>
        </w:rPr>
        <w:t xml:space="preserve"> </w:t>
      </w:r>
      <w:r w:rsidR="00D9730E" w:rsidRPr="00BB72D2">
        <w:rPr>
          <w:rFonts w:ascii="Times New Roman" w:hAnsi="Times New Roman"/>
          <w:b/>
          <w:bCs/>
          <w:szCs w:val="24"/>
        </w:rPr>
        <w:t>ЙОРДАНОВА - ВИТАНОВА</w:t>
      </w:r>
      <w:r w:rsidRPr="00880A70">
        <w:rPr>
          <w:rFonts w:ascii="Times New Roman" w:hAnsi="Times New Roman"/>
          <w:b/>
          <w:szCs w:val="24"/>
        </w:rPr>
        <w:t>,</w:t>
      </w:r>
    </w:p>
    <w:p w:rsidR="00121507" w:rsidRPr="00DA28AC" w:rsidRDefault="00121507" w:rsidP="00EF4E5D">
      <w:pPr>
        <w:tabs>
          <w:tab w:val="left" w:pos="567"/>
          <w:tab w:val="left" w:pos="851"/>
          <w:tab w:val="left" w:pos="993"/>
          <w:tab w:val="left" w:pos="1560"/>
        </w:tabs>
        <w:spacing w:after="0" w:line="276" w:lineRule="auto"/>
        <w:rPr>
          <w:rFonts w:ascii="Times New Roman" w:hAnsi="Times New Roman"/>
          <w:bCs/>
          <w:iCs/>
          <w:szCs w:val="24"/>
        </w:rPr>
      </w:pPr>
      <w:r w:rsidRPr="00DA28AC">
        <w:rPr>
          <w:rFonts w:ascii="Times New Roman" w:hAnsi="Times New Roman"/>
          <w:bCs/>
          <w:iCs/>
          <w:szCs w:val="24"/>
        </w:rPr>
        <w:t xml:space="preserve">Във връзка с </w:t>
      </w:r>
      <w:r w:rsidR="00B76184">
        <w:rPr>
          <w:rFonts w:ascii="Times New Roman" w:hAnsi="Times New Roman"/>
          <w:bCs/>
          <w:iCs/>
          <w:szCs w:val="24"/>
        </w:rPr>
        <w:t xml:space="preserve">повторно </w:t>
      </w:r>
      <w:r w:rsidRPr="00DA28AC">
        <w:rPr>
          <w:rFonts w:ascii="Times New Roman" w:hAnsi="Times New Roman"/>
          <w:bCs/>
          <w:iCs/>
          <w:szCs w:val="24"/>
        </w:rPr>
        <w:t xml:space="preserve">изпратените ни за съгласуване по чл. 26, ал. 3 от Закона за управление на средствата от Европейските фондове </w:t>
      </w:r>
      <w:r w:rsidR="00233A35">
        <w:rPr>
          <w:rFonts w:ascii="Times New Roman" w:hAnsi="Times New Roman"/>
          <w:bCs/>
          <w:iCs/>
          <w:szCs w:val="24"/>
        </w:rPr>
        <w:t xml:space="preserve">при споделено управление </w:t>
      </w:r>
      <w:r w:rsidRPr="00DA28AC">
        <w:rPr>
          <w:rFonts w:ascii="Times New Roman" w:hAnsi="Times New Roman"/>
          <w:bCs/>
          <w:iCs/>
          <w:szCs w:val="24"/>
        </w:rPr>
        <w:t>и чл. 7 от Наредба №</w:t>
      </w:r>
      <w:r w:rsidR="00A620B7">
        <w:rPr>
          <w:rFonts w:ascii="Times New Roman" w:hAnsi="Times New Roman"/>
          <w:bCs/>
          <w:iCs/>
          <w:szCs w:val="24"/>
        </w:rPr>
        <w:t> </w:t>
      </w:r>
      <w:r w:rsidRPr="00DA28AC">
        <w:rPr>
          <w:rFonts w:ascii="Times New Roman" w:hAnsi="Times New Roman"/>
          <w:bCs/>
          <w:iCs/>
          <w:szCs w:val="24"/>
        </w:rPr>
        <w:t xml:space="preserve">4 от 22.07.2016 г. проекти на документи по </w:t>
      </w:r>
      <w:r w:rsidRPr="00FE553F">
        <w:rPr>
          <w:rFonts w:ascii="Times New Roman" w:hAnsi="Times New Roman"/>
          <w:szCs w:val="24"/>
        </w:rPr>
        <w:t xml:space="preserve">процедура </w:t>
      </w:r>
      <w:r w:rsidR="00E1436C" w:rsidRPr="00E1436C">
        <w:rPr>
          <w:rFonts w:ascii="Times New Roman" w:hAnsi="Times New Roman"/>
          <w:szCs w:val="24"/>
        </w:rPr>
        <w:t xml:space="preserve">BG16FFPR003-4.004 </w:t>
      </w:r>
      <w:r w:rsidR="00D9730E" w:rsidRPr="00D9730E">
        <w:rPr>
          <w:rFonts w:ascii="Times New Roman" w:hAnsi="Times New Roman"/>
          <w:szCs w:val="24"/>
        </w:rPr>
        <w:t>„</w:t>
      </w:r>
      <w:r w:rsidR="00E1436C" w:rsidRPr="00E1436C">
        <w:rPr>
          <w:rFonts w:ascii="Times New Roman" w:hAnsi="Times New Roman"/>
          <w:szCs w:val="24"/>
        </w:rPr>
        <w:t>Диверсификация и адаптиране на малки и средни предприятия към икономическия преход</w:t>
      </w:r>
      <w:r w:rsidR="00D9730E" w:rsidRPr="00D9730E">
        <w:rPr>
          <w:rFonts w:ascii="Times New Roman" w:hAnsi="Times New Roman"/>
          <w:szCs w:val="24"/>
        </w:rPr>
        <w:t>“</w:t>
      </w:r>
      <w:r w:rsidRPr="00DA28AC">
        <w:rPr>
          <w:rFonts w:ascii="Times New Roman" w:hAnsi="Times New Roman"/>
          <w:bCs/>
          <w:iCs/>
          <w:szCs w:val="24"/>
        </w:rPr>
        <w:t>, Ви информираме за следното:</w:t>
      </w:r>
    </w:p>
    <w:p w:rsidR="00282D9E" w:rsidRDefault="00282D9E" w:rsidP="00282D9E">
      <w:pPr>
        <w:tabs>
          <w:tab w:val="left" w:pos="567"/>
          <w:tab w:val="left" w:pos="851"/>
          <w:tab w:val="left" w:pos="993"/>
          <w:tab w:val="left" w:pos="1560"/>
        </w:tabs>
        <w:spacing w:after="0" w:line="276" w:lineRule="auto"/>
        <w:ind w:firstLine="709"/>
        <w:rPr>
          <w:rFonts w:ascii="Times New Roman" w:hAnsi="Times New Roman"/>
          <w:bCs/>
          <w:iCs/>
          <w:szCs w:val="24"/>
        </w:rPr>
      </w:pPr>
      <w:r>
        <w:rPr>
          <w:rFonts w:ascii="Times New Roman" w:hAnsi="Times New Roman"/>
          <w:bCs/>
          <w:iCs/>
          <w:szCs w:val="24"/>
        </w:rPr>
        <w:t>По отношение на предвидените схеми при условията на действащия</w:t>
      </w:r>
      <w:r w:rsidR="007B7C79">
        <w:rPr>
          <w:rFonts w:ascii="Times New Roman" w:hAnsi="Times New Roman"/>
          <w:bCs/>
          <w:iCs/>
          <w:szCs w:val="24"/>
        </w:rPr>
        <w:t>т</w:t>
      </w:r>
      <w:r>
        <w:rPr>
          <w:rFonts w:ascii="Times New Roman" w:hAnsi="Times New Roman"/>
          <w:bCs/>
          <w:iCs/>
          <w:szCs w:val="24"/>
        </w:rPr>
        <w:t xml:space="preserve"> Общ регламент за групово освобождаване (</w:t>
      </w:r>
      <w:r w:rsidRPr="00FF62C2">
        <w:rPr>
          <w:rFonts w:ascii="Times New Roman" w:hAnsi="Times New Roman"/>
          <w:bCs/>
          <w:iCs/>
          <w:szCs w:val="24"/>
        </w:rPr>
        <w:t>Регламент (ЕС) № 651/2014</w:t>
      </w:r>
      <w:r>
        <w:rPr>
          <w:rFonts w:ascii="Times New Roman" w:hAnsi="Times New Roman"/>
          <w:bCs/>
          <w:iCs/>
          <w:szCs w:val="24"/>
        </w:rPr>
        <w:t xml:space="preserve">, ОРГО), </w:t>
      </w:r>
      <w:r w:rsidR="00E82C46">
        <w:rPr>
          <w:rFonts w:ascii="Times New Roman" w:hAnsi="Times New Roman"/>
          <w:bCs/>
          <w:iCs/>
          <w:szCs w:val="24"/>
        </w:rPr>
        <w:t xml:space="preserve">считаме че </w:t>
      </w:r>
      <w:r>
        <w:rPr>
          <w:rFonts w:ascii="Times New Roman" w:hAnsi="Times New Roman"/>
          <w:bCs/>
          <w:iCs/>
          <w:szCs w:val="24"/>
        </w:rPr>
        <w:t>б</w:t>
      </w:r>
      <w:r w:rsidR="00E82C46">
        <w:rPr>
          <w:rFonts w:ascii="Times New Roman" w:hAnsi="Times New Roman"/>
          <w:bCs/>
          <w:iCs/>
          <w:szCs w:val="24"/>
        </w:rPr>
        <w:t>ележките,</w:t>
      </w:r>
      <w:r>
        <w:rPr>
          <w:rFonts w:ascii="Times New Roman" w:hAnsi="Times New Roman"/>
          <w:bCs/>
          <w:iCs/>
          <w:szCs w:val="24"/>
        </w:rPr>
        <w:t xml:space="preserve"> изразени с наше писмо изх. №</w:t>
      </w:r>
      <w:r w:rsidRPr="00FB00EB">
        <w:rPr>
          <w:rFonts w:ascii="Times New Roman" w:hAnsi="Times New Roman"/>
          <w:bCs/>
          <w:iCs/>
          <w:szCs w:val="24"/>
        </w:rPr>
        <w:t xml:space="preserve"> 04</w:t>
      </w:r>
      <w:r>
        <w:rPr>
          <w:rFonts w:ascii="Times New Roman" w:hAnsi="Times New Roman"/>
          <w:bCs/>
          <w:iCs/>
          <w:szCs w:val="24"/>
        </w:rPr>
        <w:noBreakHyphen/>
      </w:r>
      <w:r w:rsidRPr="00FB00EB">
        <w:rPr>
          <w:rFonts w:ascii="Times New Roman" w:hAnsi="Times New Roman"/>
          <w:bCs/>
          <w:iCs/>
          <w:szCs w:val="24"/>
        </w:rPr>
        <w:t>16-</w:t>
      </w:r>
      <w:r>
        <w:rPr>
          <w:rFonts w:ascii="Times New Roman" w:hAnsi="Times New Roman"/>
          <w:bCs/>
          <w:iCs/>
          <w:szCs w:val="24"/>
        </w:rPr>
        <w:t>543</w:t>
      </w:r>
      <w:r w:rsidRPr="00FB00EB">
        <w:rPr>
          <w:rFonts w:ascii="Times New Roman" w:hAnsi="Times New Roman"/>
          <w:bCs/>
          <w:iCs/>
          <w:szCs w:val="24"/>
        </w:rPr>
        <w:t>/</w:t>
      </w:r>
      <w:r>
        <w:rPr>
          <w:rFonts w:ascii="Times New Roman" w:hAnsi="Times New Roman"/>
          <w:bCs/>
          <w:iCs/>
          <w:szCs w:val="24"/>
        </w:rPr>
        <w:t>16</w:t>
      </w:r>
      <w:r w:rsidRPr="00FB00EB">
        <w:rPr>
          <w:rFonts w:ascii="Times New Roman" w:hAnsi="Times New Roman"/>
          <w:bCs/>
          <w:iCs/>
          <w:szCs w:val="24"/>
        </w:rPr>
        <w:t>.</w:t>
      </w:r>
      <w:r>
        <w:rPr>
          <w:rFonts w:ascii="Times New Roman" w:hAnsi="Times New Roman"/>
          <w:bCs/>
          <w:iCs/>
          <w:szCs w:val="24"/>
        </w:rPr>
        <w:t>12</w:t>
      </w:r>
      <w:r w:rsidRPr="00FB00EB">
        <w:rPr>
          <w:rFonts w:ascii="Times New Roman" w:hAnsi="Times New Roman"/>
          <w:bCs/>
          <w:iCs/>
          <w:szCs w:val="24"/>
        </w:rPr>
        <w:t>.2024</w:t>
      </w:r>
      <w:r>
        <w:rPr>
          <w:rFonts w:ascii="Times New Roman" w:hAnsi="Times New Roman"/>
          <w:bCs/>
          <w:iCs/>
          <w:szCs w:val="24"/>
        </w:rPr>
        <w:t> </w:t>
      </w:r>
      <w:r w:rsidRPr="00FB00EB">
        <w:rPr>
          <w:rFonts w:ascii="Times New Roman" w:hAnsi="Times New Roman"/>
          <w:bCs/>
          <w:iCs/>
          <w:szCs w:val="24"/>
        </w:rPr>
        <w:t>г.</w:t>
      </w:r>
      <w:r>
        <w:rPr>
          <w:rFonts w:ascii="Times New Roman" w:hAnsi="Times New Roman"/>
          <w:bCs/>
          <w:iCs/>
          <w:szCs w:val="24"/>
        </w:rPr>
        <w:t xml:space="preserve">, са отразени. Разработените </w:t>
      </w:r>
      <w:r w:rsidRPr="00385CA0">
        <w:rPr>
          <w:rFonts w:ascii="Times New Roman" w:hAnsi="Times New Roman"/>
          <w:bCs/>
          <w:iCs/>
          <w:szCs w:val="24"/>
        </w:rPr>
        <w:t>схем</w:t>
      </w:r>
      <w:r>
        <w:rPr>
          <w:rFonts w:ascii="Times New Roman" w:hAnsi="Times New Roman"/>
          <w:bCs/>
          <w:iCs/>
          <w:szCs w:val="24"/>
        </w:rPr>
        <w:t>и</w:t>
      </w:r>
      <w:r w:rsidRPr="00385CA0">
        <w:rPr>
          <w:rFonts w:ascii="Times New Roman" w:hAnsi="Times New Roman"/>
          <w:bCs/>
          <w:iCs/>
          <w:szCs w:val="24"/>
        </w:rPr>
        <w:t xml:space="preserve"> за </w:t>
      </w:r>
      <w:r>
        <w:rPr>
          <w:rFonts w:ascii="Times New Roman" w:hAnsi="Times New Roman"/>
          <w:bCs/>
          <w:iCs/>
          <w:szCs w:val="24"/>
        </w:rPr>
        <w:t xml:space="preserve">държавна </w:t>
      </w:r>
      <w:r w:rsidRPr="00385CA0">
        <w:rPr>
          <w:rFonts w:ascii="Times New Roman" w:hAnsi="Times New Roman"/>
          <w:bCs/>
          <w:iCs/>
          <w:szCs w:val="24"/>
        </w:rPr>
        <w:t>помощ</w:t>
      </w:r>
      <w:r>
        <w:rPr>
          <w:rFonts w:ascii="Times New Roman" w:hAnsi="Times New Roman"/>
          <w:bCs/>
          <w:iCs/>
          <w:szCs w:val="24"/>
        </w:rPr>
        <w:t xml:space="preserve"> по</w:t>
      </w:r>
      <w:r>
        <w:rPr>
          <w:rFonts w:ascii="Times New Roman" w:hAnsi="Times New Roman"/>
          <w:bCs/>
          <w:iCs/>
          <w:szCs w:val="24"/>
          <w:lang w:val="en-US"/>
        </w:rPr>
        <w:t xml:space="preserve"> </w:t>
      </w:r>
      <w:r w:rsidR="007B7C79">
        <w:rPr>
          <w:rFonts w:ascii="Times New Roman" w:hAnsi="Times New Roman"/>
          <w:bCs/>
          <w:iCs/>
          <w:szCs w:val="24"/>
        </w:rPr>
        <w:t>чл. 13,</w:t>
      </w:r>
      <w:r w:rsidR="00D60B75">
        <w:rPr>
          <w:rFonts w:ascii="Times New Roman" w:hAnsi="Times New Roman"/>
          <w:bCs/>
          <w:iCs/>
          <w:szCs w:val="24"/>
        </w:rPr>
        <w:t xml:space="preserve"> чл. 14, </w:t>
      </w:r>
      <w:r>
        <w:rPr>
          <w:rFonts w:ascii="Times New Roman" w:hAnsi="Times New Roman"/>
          <w:bCs/>
          <w:iCs/>
          <w:szCs w:val="24"/>
        </w:rPr>
        <w:t xml:space="preserve">чл. 18, чл. 22, чл. </w:t>
      </w:r>
      <w:r w:rsidR="00D60B75">
        <w:rPr>
          <w:rFonts w:ascii="Times New Roman" w:hAnsi="Times New Roman"/>
          <w:bCs/>
          <w:iCs/>
          <w:szCs w:val="24"/>
        </w:rPr>
        <w:t>28</w:t>
      </w:r>
      <w:r>
        <w:rPr>
          <w:rFonts w:ascii="Times New Roman" w:hAnsi="Times New Roman"/>
          <w:bCs/>
          <w:iCs/>
          <w:szCs w:val="24"/>
        </w:rPr>
        <w:t>, чл. 3</w:t>
      </w:r>
      <w:r w:rsidR="00D60B75">
        <w:rPr>
          <w:rFonts w:ascii="Times New Roman" w:hAnsi="Times New Roman"/>
          <w:bCs/>
          <w:iCs/>
          <w:szCs w:val="24"/>
        </w:rPr>
        <w:t>1</w:t>
      </w:r>
      <w:r>
        <w:rPr>
          <w:rFonts w:ascii="Times New Roman" w:hAnsi="Times New Roman"/>
          <w:bCs/>
          <w:iCs/>
          <w:szCs w:val="24"/>
        </w:rPr>
        <w:t xml:space="preserve">, чл. </w:t>
      </w:r>
      <w:r w:rsidR="00D60B75">
        <w:rPr>
          <w:rFonts w:ascii="Times New Roman" w:hAnsi="Times New Roman"/>
          <w:bCs/>
          <w:iCs/>
          <w:szCs w:val="24"/>
        </w:rPr>
        <w:t>41</w:t>
      </w:r>
      <w:r w:rsidR="007B7C79">
        <w:rPr>
          <w:rFonts w:ascii="Times New Roman" w:hAnsi="Times New Roman"/>
          <w:bCs/>
          <w:iCs/>
          <w:szCs w:val="24"/>
        </w:rPr>
        <w:t xml:space="preserve"> и</w:t>
      </w:r>
      <w:r>
        <w:rPr>
          <w:rFonts w:ascii="Times New Roman" w:hAnsi="Times New Roman"/>
          <w:bCs/>
          <w:iCs/>
          <w:szCs w:val="24"/>
        </w:rPr>
        <w:t xml:space="preserve"> чл. </w:t>
      </w:r>
      <w:r w:rsidR="00D60B75">
        <w:rPr>
          <w:rFonts w:ascii="Times New Roman" w:hAnsi="Times New Roman"/>
          <w:bCs/>
          <w:iCs/>
          <w:szCs w:val="24"/>
        </w:rPr>
        <w:t>47</w:t>
      </w:r>
      <w:r>
        <w:rPr>
          <w:rFonts w:ascii="Times New Roman" w:hAnsi="Times New Roman"/>
          <w:bCs/>
          <w:iCs/>
          <w:szCs w:val="24"/>
        </w:rPr>
        <w:t xml:space="preserve"> от ОРГО отговарят на всички негови условия.</w:t>
      </w:r>
    </w:p>
    <w:p w:rsidR="00282D9E" w:rsidRDefault="00282D9E" w:rsidP="00282D9E">
      <w:pPr>
        <w:tabs>
          <w:tab w:val="left" w:pos="567"/>
          <w:tab w:val="left" w:pos="851"/>
          <w:tab w:val="left" w:pos="993"/>
          <w:tab w:val="left" w:pos="1560"/>
        </w:tabs>
        <w:spacing w:after="0" w:line="276" w:lineRule="auto"/>
        <w:ind w:firstLine="709"/>
        <w:rPr>
          <w:rFonts w:ascii="Times New Roman" w:hAnsi="Times New Roman"/>
          <w:bCs/>
          <w:iCs/>
          <w:szCs w:val="24"/>
        </w:rPr>
      </w:pPr>
      <w:r>
        <w:rPr>
          <w:rFonts w:ascii="Times New Roman" w:hAnsi="Times New Roman"/>
          <w:bCs/>
          <w:iCs/>
          <w:szCs w:val="24"/>
        </w:rPr>
        <w:t xml:space="preserve">В този смисъл, може да се счита, че схемите са в съответствие с условията на </w:t>
      </w:r>
      <w:r w:rsidRPr="00FF62C2">
        <w:rPr>
          <w:rFonts w:ascii="Times New Roman" w:hAnsi="Times New Roman"/>
          <w:bCs/>
          <w:iCs/>
          <w:szCs w:val="24"/>
        </w:rPr>
        <w:t>Регламент (ЕС) № 651/2014</w:t>
      </w:r>
      <w:r>
        <w:rPr>
          <w:rFonts w:ascii="Times New Roman" w:hAnsi="Times New Roman"/>
          <w:bCs/>
          <w:iCs/>
          <w:szCs w:val="24"/>
        </w:rPr>
        <w:t>, по смисъла на чл. 5, ал. 2 от Правилника за прилагане на Закона за държавните помощи.</w:t>
      </w:r>
    </w:p>
    <w:p w:rsidR="00282D9E" w:rsidRPr="00CC4DD2" w:rsidRDefault="00282D9E" w:rsidP="00282D9E">
      <w:pPr>
        <w:tabs>
          <w:tab w:val="left" w:pos="567"/>
          <w:tab w:val="left" w:pos="851"/>
          <w:tab w:val="left" w:pos="993"/>
          <w:tab w:val="left" w:pos="1560"/>
        </w:tabs>
        <w:spacing w:after="0" w:line="276" w:lineRule="auto"/>
        <w:ind w:firstLine="709"/>
        <w:rPr>
          <w:rFonts w:ascii="Times New Roman" w:hAnsi="Times New Roman"/>
          <w:bCs/>
          <w:iCs/>
          <w:szCs w:val="24"/>
        </w:rPr>
      </w:pPr>
      <w:r>
        <w:rPr>
          <w:rFonts w:ascii="Times New Roman" w:hAnsi="Times New Roman"/>
          <w:bCs/>
          <w:iCs/>
          <w:szCs w:val="24"/>
        </w:rPr>
        <w:t xml:space="preserve">Обръщаме внимание, че съгласно чл. 9 от ОРГО, администраторът на помощ следва да въвежда </w:t>
      </w:r>
      <w:r w:rsidRPr="00CC4DD2">
        <w:rPr>
          <w:rFonts w:ascii="Times New Roman" w:hAnsi="Times New Roman"/>
          <w:bCs/>
          <w:iCs/>
          <w:szCs w:val="24"/>
        </w:rPr>
        <w:t xml:space="preserve">в </w:t>
      </w:r>
      <w:r w:rsidR="00F01E25">
        <w:rPr>
          <w:rFonts w:ascii="Times New Roman" w:hAnsi="Times New Roman"/>
          <w:bCs/>
          <w:iCs/>
          <w:szCs w:val="24"/>
        </w:rPr>
        <w:t>М</w:t>
      </w:r>
      <w:r w:rsidRPr="00CC4DD2">
        <w:rPr>
          <w:rFonts w:ascii="Times New Roman" w:hAnsi="Times New Roman"/>
          <w:bCs/>
          <w:iCs/>
          <w:szCs w:val="24"/>
        </w:rPr>
        <w:t>одула за прозрачност на Европейската комисия</w:t>
      </w:r>
      <w:r>
        <w:rPr>
          <w:rFonts w:ascii="Times New Roman" w:hAnsi="Times New Roman"/>
          <w:bCs/>
          <w:iCs/>
          <w:szCs w:val="24"/>
        </w:rPr>
        <w:t xml:space="preserve"> информацията,</w:t>
      </w:r>
      <w:r w:rsidRPr="00CC4DD2">
        <w:rPr>
          <w:rFonts w:ascii="Times New Roman" w:hAnsi="Times New Roman"/>
          <w:bCs/>
          <w:iCs/>
          <w:szCs w:val="24"/>
        </w:rPr>
        <w:t xml:space="preserve"> посочена в приложение III</w:t>
      </w:r>
      <w:r>
        <w:rPr>
          <w:rFonts w:ascii="Times New Roman" w:hAnsi="Times New Roman"/>
          <w:bCs/>
          <w:iCs/>
          <w:szCs w:val="24"/>
        </w:rPr>
        <w:t>,</w:t>
      </w:r>
      <w:r w:rsidRPr="00CC4DD2">
        <w:rPr>
          <w:rFonts w:ascii="Times New Roman" w:hAnsi="Times New Roman"/>
          <w:bCs/>
          <w:iCs/>
          <w:szCs w:val="24"/>
        </w:rPr>
        <w:t xml:space="preserve"> за всяка </w:t>
      </w:r>
      <w:r>
        <w:rPr>
          <w:rFonts w:ascii="Times New Roman" w:hAnsi="Times New Roman"/>
          <w:bCs/>
          <w:iCs/>
          <w:szCs w:val="24"/>
        </w:rPr>
        <w:t>предоставена индивидуална помощ</w:t>
      </w:r>
      <w:r w:rsidR="007B7C79">
        <w:rPr>
          <w:rFonts w:ascii="Times New Roman" w:hAnsi="Times New Roman"/>
          <w:bCs/>
          <w:iCs/>
          <w:szCs w:val="24"/>
        </w:rPr>
        <w:t>,</w:t>
      </w:r>
      <w:r w:rsidRPr="00CC4DD2">
        <w:rPr>
          <w:rFonts w:ascii="Times New Roman" w:hAnsi="Times New Roman"/>
          <w:bCs/>
          <w:iCs/>
          <w:szCs w:val="24"/>
        </w:rPr>
        <w:t xml:space="preserve"> надвишаваща 100</w:t>
      </w:r>
      <w:r>
        <w:rPr>
          <w:rFonts w:ascii="Times New Roman" w:hAnsi="Times New Roman"/>
          <w:bCs/>
          <w:iCs/>
          <w:szCs w:val="24"/>
          <w:lang w:val="en-US"/>
        </w:rPr>
        <w:t> </w:t>
      </w:r>
      <w:r w:rsidRPr="00CC4DD2">
        <w:rPr>
          <w:rFonts w:ascii="Times New Roman" w:hAnsi="Times New Roman"/>
          <w:bCs/>
          <w:iCs/>
          <w:szCs w:val="24"/>
        </w:rPr>
        <w:t>000 EUR</w:t>
      </w:r>
      <w:r>
        <w:rPr>
          <w:rFonts w:ascii="Times New Roman" w:hAnsi="Times New Roman"/>
          <w:bCs/>
          <w:iCs/>
          <w:szCs w:val="24"/>
        </w:rPr>
        <w:t>.</w:t>
      </w:r>
    </w:p>
    <w:p w:rsidR="004B2C19" w:rsidRDefault="00282D9E" w:rsidP="00282D9E">
      <w:pPr>
        <w:tabs>
          <w:tab w:val="left" w:pos="567"/>
          <w:tab w:val="left" w:pos="851"/>
          <w:tab w:val="left" w:pos="993"/>
          <w:tab w:val="left" w:pos="1560"/>
        </w:tabs>
        <w:spacing w:after="0" w:line="276" w:lineRule="auto"/>
        <w:rPr>
          <w:rFonts w:ascii="Times New Roman" w:hAnsi="Times New Roman"/>
          <w:szCs w:val="24"/>
          <w:shd w:val="clear" w:color="auto" w:fill="FEFEFE"/>
        </w:rPr>
      </w:pPr>
      <w:r>
        <w:rPr>
          <w:rFonts w:ascii="Times New Roman" w:hAnsi="Times New Roman"/>
          <w:szCs w:val="24"/>
          <w:shd w:val="clear" w:color="auto" w:fill="FEFEFE"/>
        </w:rPr>
        <w:t xml:space="preserve">На основание чл. 5, ал. 4 от </w:t>
      </w:r>
      <w:r>
        <w:rPr>
          <w:rFonts w:ascii="Times New Roman" w:hAnsi="Times New Roman"/>
          <w:bCs/>
          <w:iCs/>
          <w:szCs w:val="24"/>
        </w:rPr>
        <w:t>Правилника</w:t>
      </w:r>
      <w:r>
        <w:rPr>
          <w:rFonts w:ascii="Times New Roman" w:hAnsi="Times New Roman"/>
          <w:szCs w:val="24"/>
          <w:shd w:val="clear" w:color="auto" w:fill="FEFEFE"/>
        </w:rPr>
        <w:t>, п</w:t>
      </w:r>
      <w:r w:rsidRPr="00C01B9E">
        <w:rPr>
          <w:rFonts w:ascii="Times New Roman" w:hAnsi="Times New Roman"/>
          <w:szCs w:val="24"/>
          <w:shd w:val="clear" w:color="auto" w:fill="FEFEFE"/>
        </w:rPr>
        <w:t xml:space="preserve">ълният пакет </w:t>
      </w:r>
      <w:r>
        <w:rPr>
          <w:rFonts w:ascii="Times New Roman" w:hAnsi="Times New Roman"/>
          <w:szCs w:val="24"/>
          <w:shd w:val="clear" w:color="auto" w:fill="FEFEFE"/>
        </w:rPr>
        <w:t xml:space="preserve">от </w:t>
      </w:r>
      <w:r w:rsidRPr="00C01B9E">
        <w:rPr>
          <w:rFonts w:ascii="Times New Roman" w:hAnsi="Times New Roman"/>
          <w:szCs w:val="24"/>
          <w:shd w:val="clear" w:color="auto" w:fill="FEFEFE"/>
        </w:rPr>
        <w:t>документи</w:t>
      </w:r>
      <w:r>
        <w:rPr>
          <w:rFonts w:ascii="Times New Roman" w:hAnsi="Times New Roman"/>
          <w:szCs w:val="24"/>
          <w:shd w:val="clear" w:color="auto" w:fill="FEFEFE"/>
        </w:rPr>
        <w:t xml:space="preserve"> по процедурата, </w:t>
      </w:r>
      <w:r w:rsidRPr="00C01B9E">
        <w:rPr>
          <w:rFonts w:ascii="Times New Roman" w:hAnsi="Times New Roman"/>
          <w:szCs w:val="24"/>
          <w:shd w:val="clear" w:color="auto" w:fill="FEFEFE"/>
        </w:rPr>
        <w:t xml:space="preserve">заедно с попълнен в </w:t>
      </w:r>
      <w:r w:rsidRPr="00C01B9E">
        <w:rPr>
          <w:rFonts w:ascii="Times New Roman" w:hAnsi="Times New Roman"/>
          <w:szCs w:val="24"/>
          <w:shd w:val="clear" w:color="auto" w:fill="FEFEFE"/>
          <w:lang w:val="en-US"/>
        </w:rPr>
        <w:t>SANI</w:t>
      </w:r>
      <w:r w:rsidRPr="00C01B9E">
        <w:rPr>
          <w:rFonts w:ascii="Times New Roman" w:hAnsi="Times New Roman"/>
          <w:szCs w:val="24"/>
          <w:shd w:val="clear" w:color="auto" w:fill="FEFEFE"/>
        </w:rPr>
        <w:t>2 и разпечатан формуляр по Приложение II от ОРГО</w:t>
      </w:r>
      <w:r>
        <w:rPr>
          <w:rFonts w:ascii="Times New Roman" w:hAnsi="Times New Roman"/>
          <w:szCs w:val="24"/>
          <w:shd w:val="clear" w:color="auto" w:fill="FEFEFE"/>
        </w:rPr>
        <w:t>,</w:t>
      </w:r>
      <w:r w:rsidRPr="00C01B9E">
        <w:rPr>
          <w:rFonts w:ascii="Times New Roman" w:hAnsi="Times New Roman"/>
          <w:szCs w:val="24"/>
          <w:shd w:val="clear" w:color="auto" w:fill="FEFEFE"/>
        </w:rPr>
        <w:t xml:space="preserve"> следва да </w:t>
      </w:r>
      <w:r>
        <w:rPr>
          <w:rFonts w:ascii="Times New Roman" w:hAnsi="Times New Roman"/>
          <w:szCs w:val="24"/>
          <w:shd w:val="clear" w:color="auto" w:fill="FEFEFE"/>
        </w:rPr>
        <w:t xml:space="preserve">ни </w:t>
      </w:r>
      <w:r w:rsidRPr="00C01B9E">
        <w:rPr>
          <w:rFonts w:ascii="Times New Roman" w:hAnsi="Times New Roman"/>
          <w:szCs w:val="24"/>
          <w:shd w:val="clear" w:color="auto" w:fill="FEFEFE"/>
        </w:rPr>
        <w:t xml:space="preserve">бъде предоставен </w:t>
      </w:r>
      <w:r>
        <w:rPr>
          <w:rFonts w:ascii="Times New Roman" w:hAnsi="Times New Roman"/>
          <w:szCs w:val="24"/>
          <w:shd w:val="clear" w:color="auto" w:fill="FEFEFE"/>
        </w:rPr>
        <w:t>за информиране на Европейската комисия</w:t>
      </w:r>
      <w:r w:rsidRPr="00270518">
        <w:rPr>
          <w:rFonts w:ascii="Times New Roman" w:hAnsi="Times New Roman"/>
          <w:szCs w:val="24"/>
          <w:shd w:val="clear" w:color="auto" w:fill="FEFEFE"/>
        </w:rPr>
        <w:t xml:space="preserve"> </w:t>
      </w:r>
      <w:r>
        <w:rPr>
          <w:rFonts w:ascii="Times New Roman" w:hAnsi="Times New Roman"/>
          <w:szCs w:val="24"/>
          <w:shd w:val="clear" w:color="auto" w:fill="FEFEFE"/>
        </w:rPr>
        <w:t xml:space="preserve">по реда на </w:t>
      </w:r>
      <w:r w:rsidRPr="00C01B9E">
        <w:rPr>
          <w:rFonts w:ascii="Times New Roman" w:hAnsi="Times New Roman"/>
          <w:szCs w:val="24"/>
          <w:shd w:val="clear" w:color="auto" w:fill="FEFEFE"/>
        </w:rPr>
        <w:t xml:space="preserve">чл. </w:t>
      </w:r>
      <w:r>
        <w:rPr>
          <w:rFonts w:ascii="Times New Roman" w:hAnsi="Times New Roman"/>
          <w:szCs w:val="24"/>
          <w:shd w:val="clear" w:color="auto" w:fill="FEFEFE"/>
        </w:rPr>
        <w:t>29 от Закона за държавните помощи.</w:t>
      </w:r>
    </w:p>
    <w:p w:rsidR="00282D9E" w:rsidRDefault="00282D9E" w:rsidP="00282D9E">
      <w:pPr>
        <w:tabs>
          <w:tab w:val="left" w:pos="567"/>
          <w:tab w:val="left" w:pos="851"/>
          <w:tab w:val="left" w:pos="993"/>
          <w:tab w:val="left" w:pos="1560"/>
        </w:tabs>
        <w:spacing w:after="0" w:line="276" w:lineRule="auto"/>
        <w:rPr>
          <w:rFonts w:ascii="Times New Roman" w:hAnsi="Times New Roman"/>
          <w:bCs/>
          <w:iCs/>
          <w:szCs w:val="24"/>
        </w:rPr>
      </w:pPr>
      <w:r>
        <w:rPr>
          <w:rFonts w:ascii="Times New Roman" w:hAnsi="Times New Roman"/>
          <w:bCs/>
          <w:iCs/>
          <w:szCs w:val="24"/>
        </w:rPr>
        <w:t>В Насоките за кандидатстване по процедурата е предвидено да бъдат финансирани партньори на бенефициерите в режим на минимална помощ при условията на Регламент (ЕС) 2023</w:t>
      </w:r>
      <w:r w:rsidRPr="002E3953">
        <w:rPr>
          <w:rFonts w:ascii="Times New Roman" w:hAnsi="Times New Roman"/>
          <w:bCs/>
          <w:iCs/>
          <w:szCs w:val="24"/>
        </w:rPr>
        <w:t>/2</w:t>
      </w:r>
      <w:r>
        <w:rPr>
          <w:rFonts w:ascii="Times New Roman" w:hAnsi="Times New Roman"/>
          <w:bCs/>
          <w:iCs/>
          <w:szCs w:val="24"/>
        </w:rPr>
        <w:t xml:space="preserve">831 и на държавна помощ при условията на </w:t>
      </w:r>
      <w:r w:rsidRPr="002E3953">
        <w:rPr>
          <w:rFonts w:ascii="Times New Roman" w:hAnsi="Times New Roman"/>
          <w:bCs/>
          <w:iCs/>
          <w:szCs w:val="24"/>
        </w:rPr>
        <w:t>Регламент (ЕС) № 651/2014</w:t>
      </w:r>
      <w:r>
        <w:rPr>
          <w:rFonts w:ascii="Times New Roman" w:hAnsi="Times New Roman"/>
          <w:bCs/>
          <w:iCs/>
          <w:szCs w:val="24"/>
        </w:rPr>
        <w:t xml:space="preserve">. В тази връзка, преди да пристъпи към финансиране, </w:t>
      </w:r>
      <w:r w:rsidR="0049362C">
        <w:rPr>
          <w:rFonts w:ascii="Times New Roman" w:hAnsi="Times New Roman"/>
          <w:bCs/>
          <w:iCs/>
          <w:szCs w:val="24"/>
        </w:rPr>
        <w:t>Управляващия орган на Програма „Развитие на регионите“ 2021-2027 (</w:t>
      </w:r>
      <w:r>
        <w:rPr>
          <w:rFonts w:ascii="Times New Roman" w:hAnsi="Times New Roman"/>
          <w:bCs/>
          <w:iCs/>
          <w:szCs w:val="24"/>
        </w:rPr>
        <w:t>УО на ПРР</w:t>
      </w:r>
      <w:r w:rsidR="0049362C">
        <w:rPr>
          <w:rFonts w:ascii="Times New Roman" w:hAnsi="Times New Roman"/>
          <w:bCs/>
          <w:iCs/>
          <w:szCs w:val="24"/>
        </w:rPr>
        <w:t>)</w:t>
      </w:r>
      <w:r>
        <w:rPr>
          <w:rFonts w:ascii="Times New Roman" w:hAnsi="Times New Roman"/>
          <w:bCs/>
          <w:iCs/>
          <w:szCs w:val="24"/>
        </w:rPr>
        <w:t xml:space="preserve"> следва да установи, че партньорите отговарят на всички условия на приложимия режим на държавна/минимална помощ.</w:t>
      </w:r>
    </w:p>
    <w:p w:rsidR="00282D9E" w:rsidRPr="004B2C19" w:rsidRDefault="00282D9E" w:rsidP="00282D9E">
      <w:pPr>
        <w:tabs>
          <w:tab w:val="left" w:pos="567"/>
          <w:tab w:val="left" w:pos="851"/>
          <w:tab w:val="left" w:pos="993"/>
          <w:tab w:val="left" w:pos="1560"/>
        </w:tabs>
        <w:spacing w:after="0" w:line="276" w:lineRule="auto"/>
        <w:rPr>
          <w:rFonts w:ascii="Times New Roman" w:hAnsi="Times New Roman"/>
          <w:bCs/>
          <w:iCs/>
          <w:szCs w:val="24"/>
        </w:rPr>
      </w:pPr>
      <w:r>
        <w:rPr>
          <w:rFonts w:ascii="Times New Roman" w:hAnsi="Times New Roman"/>
          <w:szCs w:val="24"/>
          <w:shd w:val="clear" w:color="auto" w:fill="FEFEFE"/>
        </w:rPr>
        <w:t xml:space="preserve">В заключение </w:t>
      </w:r>
      <w:r w:rsidR="00957EAC">
        <w:rPr>
          <w:rFonts w:ascii="Times New Roman" w:hAnsi="Times New Roman"/>
          <w:szCs w:val="24"/>
          <w:shd w:val="clear" w:color="auto" w:fill="FEFEFE"/>
        </w:rPr>
        <w:t>следва да имате предвид</w:t>
      </w:r>
      <w:r>
        <w:rPr>
          <w:rFonts w:ascii="Times New Roman" w:hAnsi="Times New Roman"/>
          <w:szCs w:val="24"/>
          <w:shd w:val="clear" w:color="auto" w:fill="FEFEFE"/>
        </w:rPr>
        <w:t xml:space="preserve">, че в съответствие с разпоредбите на чл. 18 от Закона за държавните помощи, УО на </w:t>
      </w:r>
      <w:r w:rsidR="0049362C">
        <w:rPr>
          <w:rFonts w:ascii="Times New Roman" w:hAnsi="Times New Roman"/>
          <w:szCs w:val="24"/>
          <w:shd w:val="clear" w:color="auto" w:fill="FEFEFE"/>
        </w:rPr>
        <w:t xml:space="preserve">ПРР </w:t>
      </w:r>
      <w:r w:rsidR="00340F64" w:rsidRPr="00340F64">
        <w:rPr>
          <w:rFonts w:ascii="Times New Roman" w:hAnsi="Times New Roman"/>
          <w:szCs w:val="24"/>
          <w:shd w:val="clear" w:color="auto" w:fill="FEFEFE"/>
        </w:rPr>
        <w:t>е длъжен да осигури и поддържа достатъчен капацитет</w:t>
      </w:r>
      <w:r w:rsidR="00340F64">
        <w:rPr>
          <w:rFonts w:ascii="Times New Roman" w:hAnsi="Times New Roman"/>
          <w:szCs w:val="24"/>
          <w:shd w:val="clear" w:color="auto" w:fill="FEFEFE"/>
        </w:rPr>
        <w:t xml:space="preserve">, в т.ч. и </w:t>
      </w:r>
      <w:r w:rsidR="005572EC">
        <w:rPr>
          <w:rFonts w:ascii="Times New Roman" w:hAnsi="Times New Roman"/>
          <w:szCs w:val="24"/>
          <w:shd w:val="clear" w:color="auto" w:fill="FEFEFE"/>
        </w:rPr>
        <w:t xml:space="preserve">необходимата </w:t>
      </w:r>
      <w:r w:rsidR="00340F64" w:rsidRPr="00340F64">
        <w:rPr>
          <w:rFonts w:ascii="Times New Roman" w:hAnsi="Times New Roman"/>
          <w:szCs w:val="24"/>
          <w:shd w:val="clear" w:color="auto" w:fill="FEFEFE"/>
        </w:rPr>
        <w:t>кадрова обезпеченост</w:t>
      </w:r>
      <w:r w:rsidR="005572EC">
        <w:rPr>
          <w:rFonts w:ascii="Times New Roman" w:hAnsi="Times New Roman"/>
          <w:szCs w:val="24"/>
          <w:shd w:val="clear" w:color="auto" w:fill="FEFEFE"/>
        </w:rPr>
        <w:t>,</w:t>
      </w:r>
      <w:r w:rsidR="00340F64" w:rsidRPr="00340F64">
        <w:rPr>
          <w:rFonts w:ascii="Times New Roman" w:hAnsi="Times New Roman"/>
          <w:szCs w:val="24"/>
          <w:shd w:val="clear" w:color="auto" w:fill="FEFEFE"/>
        </w:rPr>
        <w:t xml:space="preserve"> за </w:t>
      </w:r>
      <w:r w:rsidR="004F7B34">
        <w:rPr>
          <w:rFonts w:ascii="Times New Roman" w:hAnsi="Times New Roman"/>
          <w:szCs w:val="24"/>
          <w:shd w:val="clear" w:color="auto" w:fill="FEFEFE"/>
        </w:rPr>
        <w:t xml:space="preserve">разясняване на условията по схемите, </w:t>
      </w:r>
      <w:r w:rsidR="00340F64" w:rsidRPr="00340F64">
        <w:rPr>
          <w:rFonts w:ascii="Times New Roman" w:hAnsi="Times New Roman"/>
          <w:szCs w:val="24"/>
          <w:shd w:val="clear" w:color="auto" w:fill="FEFEFE"/>
        </w:rPr>
        <w:t>документиране</w:t>
      </w:r>
      <w:r w:rsidR="004F7B34">
        <w:rPr>
          <w:rFonts w:ascii="Times New Roman" w:hAnsi="Times New Roman"/>
          <w:szCs w:val="24"/>
          <w:shd w:val="clear" w:color="auto" w:fill="FEFEFE"/>
        </w:rPr>
        <w:t>то</w:t>
      </w:r>
      <w:r w:rsidR="00256DEF">
        <w:rPr>
          <w:rFonts w:ascii="Times New Roman" w:hAnsi="Times New Roman"/>
          <w:szCs w:val="24"/>
          <w:shd w:val="clear" w:color="auto" w:fill="FEFEFE"/>
        </w:rPr>
        <w:t>, управление</w:t>
      </w:r>
      <w:r w:rsidR="004F7B34">
        <w:rPr>
          <w:rFonts w:ascii="Times New Roman" w:hAnsi="Times New Roman"/>
          <w:szCs w:val="24"/>
          <w:shd w:val="clear" w:color="auto" w:fill="FEFEFE"/>
        </w:rPr>
        <w:t>то</w:t>
      </w:r>
      <w:r w:rsidR="00340F64" w:rsidRPr="00340F64">
        <w:rPr>
          <w:rFonts w:ascii="Times New Roman" w:hAnsi="Times New Roman"/>
          <w:szCs w:val="24"/>
          <w:shd w:val="clear" w:color="auto" w:fill="FEFEFE"/>
        </w:rPr>
        <w:t xml:space="preserve"> и контрол</w:t>
      </w:r>
      <w:r w:rsidR="004F7B34">
        <w:rPr>
          <w:rFonts w:ascii="Times New Roman" w:hAnsi="Times New Roman"/>
          <w:szCs w:val="24"/>
          <w:shd w:val="clear" w:color="auto" w:fill="FEFEFE"/>
        </w:rPr>
        <w:t>а</w:t>
      </w:r>
      <w:r w:rsidR="00340F64" w:rsidRPr="00340F64">
        <w:rPr>
          <w:rFonts w:ascii="Times New Roman" w:hAnsi="Times New Roman"/>
          <w:szCs w:val="24"/>
          <w:shd w:val="clear" w:color="auto" w:fill="FEFEFE"/>
        </w:rPr>
        <w:t xml:space="preserve"> </w:t>
      </w:r>
      <w:r w:rsidR="00256DEF">
        <w:rPr>
          <w:rFonts w:ascii="Times New Roman" w:hAnsi="Times New Roman"/>
          <w:szCs w:val="24"/>
          <w:shd w:val="clear" w:color="auto" w:fill="FEFEFE"/>
        </w:rPr>
        <w:t>върху</w:t>
      </w:r>
      <w:r w:rsidR="00340F64" w:rsidRPr="00340F64">
        <w:rPr>
          <w:rFonts w:ascii="Times New Roman" w:hAnsi="Times New Roman"/>
          <w:szCs w:val="24"/>
          <w:shd w:val="clear" w:color="auto" w:fill="FEFEFE"/>
        </w:rPr>
        <w:t xml:space="preserve"> </w:t>
      </w:r>
      <w:r w:rsidR="005572EC">
        <w:rPr>
          <w:rFonts w:ascii="Times New Roman" w:hAnsi="Times New Roman"/>
          <w:szCs w:val="24"/>
          <w:shd w:val="clear" w:color="auto" w:fill="FEFEFE"/>
        </w:rPr>
        <w:t xml:space="preserve">законосъобразността при </w:t>
      </w:r>
      <w:r w:rsidR="00340F64" w:rsidRPr="00340F64">
        <w:rPr>
          <w:rFonts w:ascii="Times New Roman" w:hAnsi="Times New Roman"/>
          <w:szCs w:val="24"/>
          <w:shd w:val="clear" w:color="auto" w:fill="FEFEFE"/>
        </w:rPr>
        <w:t>предоставянето на държавни и минимални помощи</w:t>
      </w:r>
      <w:r w:rsidR="00340F64">
        <w:rPr>
          <w:rFonts w:ascii="Times New Roman" w:hAnsi="Times New Roman"/>
          <w:szCs w:val="24"/>
          <w:shd w:val="clear" w:color="auto" w:fill="FEFEFE"/>
        </w:rPr>
        <w:t xml:space="preserve"> по </w:t>
      </w:r>
      <w:r w:rsidR="00212089">
        <w:rPr>
          <w:rFonts w:ascii="Times New Roman" w:hAnsi="Times New Roman"/>
          <w:szCs w:val="24"/>
          <w:shd w:val="clear" w:color="auto" w:fill="FEFEFE"/>
        </w:rPr>
        <w:t xml:space="preserve">всички </w:t>
      </w:r>
      <w:r w:rsidR="00340F64">
        <w:rPr>
          <w:rFonts w:ascii="Times New Roman" w:hAnsi="Times New Roman"/>
          <w:szCs w:val="24"/>
          <w:shd w:val="clear" w:color="auto" w:fill="FEFEFE"/>
        </w:rPr>
        <w:t>процедур</w:t>
      </w:r>
      <w:r w:rsidR="0049362C">
        <w:rPr>
          <w:rFonts w:ascii="Times New Roman" w:hAnsi="Times New Roman"/>
          <w:szCs w:val="24"/>
          <w:shd w:val="clear" w:color="auto" w:fill="FEFEFE"/>
        </w:rPr>
        <w:t xml:space="preserve">и </w:t>
      </w:r>
      <w:r w:rsidR="006C28FF">
        <w:rPr>
          <w:rFonts w:ascii="Times New Roman" w:hAnsi="Times New Roman"/>
          <w:szCs w:val="24"/>
          <w:shd w:val="clear" w:color="auto" w:fill="FEFEFE"/>
        </w:rPr>
        <w:t>разработени в изпълнение на програмата</w:t>
      </w:r>
      <w:r w:rsidR="00340F64">
        <w:rPr>
          <w:rFonts w:ascii="Times New Roman" w:hAnsi="Times New Roman"/>
          <w:szCs w:val="24"/>
          <w:shd w:val="clear" w:color="auto" w:fill="FEFEFE"/>
        </w:rPr>
        <w:t>.</w:t>
      </w:r>
    </w:p>
    <w:p w:rsidR="00321859" w:rsidRDefault="00321859" w:rsidP="00321859">
      <w:pPr>
        <w:pStyle w:val="Header"/>
        <w:tabs>
          <w:tab w:val="clear" w:pos="4153"/>
          <w:tab w:val="clear" w:pos="8306"/>
        </w:tabs>
      </w:pPr>
    </w:p>
    <w:p w:rsidR="00321859" w:rsidRDefault="007B7C79" w:rsidP="00AD3548">
      <w:pPr>
        <w:pStyle w:val="Header"/>
        <w:tabs>
          <w:tab w:val="clear" w:pos="4153"/>
          <w:tab w:val="clear" w:pos="8306"/>
        </w:tabs>
        <w:ind w:left="2880" w:firstLine="2365"/>
      </w:pPr>
      <w:r>
        <w:rPr>
          <w:rFonts w:ascii="Times New Roman" w:hAnsi="Times New Roman"/>
        </w:rPr>
        <w:pict>
          <v:shape id="_x0000_i1026" type="#_x0000_t75" alt="Microsoft Office Signature Line..." style="width:192pt;height:96pt">
            <v:imagedata r:id="rId9" o:title=""/>
            <o:lock v:ext="edit" ungrouping="t" rotation="t" cropping="t" verticies="t" text="t" grouping="t"/>
            <o:signatureline v:ext="edit" id="{8D8B838B-D12E-45F9-A934-72233CF39ACF}" provid="{00000000-0000-0000-0000-000000000000}" o:suggestedsigner="ЗАМЕСТНИК-МИНИСТЪР" o:suggestedsigner2="МЕТОДИ МЕТОДИЕВ" issignatureline="t"/>
          </v:shape>
        </w:pict>
      </w:r>
    </w:p>
    <w:sectPr w:rsidR="00321859" w:rsidSect="00F324C1">
      <w:headerReference w:type="first" r:id="rId10"/>
      <w:footerReference w:type="first" r:id="rId11"/>
      <w:pgSz w:w="11906" w:h="16838" w:code="9"/>
      <w:pgMar w:top="1135" w:right="1274" w:bottom="1276" w:left="1425" w:header="507" w:footer="241" w:gutter="0"/>
      <w:cols w:space="708"/>
      <w:titlePg/>
      <w:docGrid w:linePitch="7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AF0" w:rsidRDefault="00FE6AF0">
      <w:r>
        <w:separator/>
      </w:r>
    </w:p>
  </w:endnote>
  <w:endnote w:type="continuationSeparator" w:id="0">
    <w:p w:rsidR="00FE6AF0" w:rsidRDefault="00FE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D" w:rsidRDefault="00034065">
    <w:pPr>
      <w:pStyle w:val="Footer"/>
      <w:tabs>
        <w:tab w:val="clear" w:pos="4153"/>
        <w:tab w:val="clear" w:pos="8306"/>
        <w:tab w:val="center" w:pos="5358"/>
        <w:tab w:val="right" w:pos="9923"/>
      </w:tabs>
      <w:spacing w:after="0" w:line="240" w:lineRule="auto"/>
      <w:ind w:left="-855" w:firstLine="0"/>
      <w:jc w:val="left"/>
      <w:rPr>
        <w:rFonts w:ascii="Times New Roman CYR" w:hAnsi="Times New Roman CYR"/>
        <w:b/>
        <w:color w:val="000000"/>
        <w:sz w:val="16"/>
      </w:rPr>
    </w:pPr>
    <w:r>
      <w:rPr>
        <w:rFonts w:ascii="Times New Roman CYR" w:hAnsi="Times New Roman CYR"/>
        <w:b/>
        <w:noProof/>
        <w:color w:val="000000"/>
        <w:sz w:val="20"/>
        <w:lang w:eastAsia="bg-BG"/>
      </w:rPr>
      <mc:AlternateContent>
        <mc:Choice Requires="wps">
          <w:drawing>
            <wp:anchor distT="0" distB="0" distL="114300" distR="114300" simplePos="0" relativeHeight="251657216" behindDoc="0" locked="0" layoutInCell="0" allowOverlap="1">
              <wp:simplePos x="0" y="0"/>
              <wp:positionH relativeFrom="column">
                <wp:posOffset>-542925</wp:posOffset>
              </wp:positionH>
              <wp:positionV relativeFrom="paragraph">
                <wp:posOffset>81915</wp:posOffset>
              </wp:positionV>
              <wp:extent cx="687705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7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44FEB"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6.45pt" to="498.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iP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" o:allowincell="f"/>
          </w:pict>
        </mc:Fallback>
      </mc:AlternateContent>
    </w:r>
  </w:p>
  <w:p w:rsidR="0099644D" w:rsidRDefault="0099644D">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София</w:t>
    </w:r>
    <w:r>
      <w:rPr>
        <w:rFonts w:ascii="Times New Roman CYR" w:hAnsi="Times New Roman CYR"/>
        <w:b/>
        <w:color w:val="000000"/>
        <w:sz w:val="16"/>
      </w:rPr>
      <w:t xml:space="preserve"> -</w:t>
    </w:r>
    <w:r w:rsidRPr="00E7009E">
      <w:rPr>
        <w:rFonts w:ascii="Times New Roman CYR" w:hAnsi="Times New Roman CYR"/>
        <w:b/>
        <w:color w:val="000000"/>
        <w:sz w:val="16"/>
      </w:rPr>
      <w:t xml:space="preserve"> 1040</w:t>
    </w:r>
    <w:r w:rsidRPr="00E7009E">
      <w:rPr>
        <w:rFonts w:ascii="Times New Roman CYR" w:hAnsi="Times New Roman CYR"/>
        <w:b/>
        <w:color w:val="000000"/>
        <w:sz w:val="16"/>
      </w:rPr>
      <w:tab/>
      <w:t xml:space="preserve"> тел. централа: 9859 1</w:t>
    </w:r>
    <w:r>
      <w:rPr>
        <w:rFonts w:ascii="Times New Roman CYR" w:hAnsi="Times New Roman CYR"/>
        <w:b/>
        <w:color w:val="000000"/>
        <w:sz w:val="16"/>
      </w:rPr>
      <w:tab/>
    </w:r>
    <w:r w:rsidRPr="00E7009E">
      <w:rPr>
        <w:rFonts w:ascii="Times New Roman CYR" w:hAnsi="Times New Roman CYR"/>
        <w:b/>
        <w:color w:val="000000"/>
        <w:sz w:val="16"/>
      </w:rPr>
      <w:t xml:space="preserve"> </w:t>
    </w:r>
    <w:proofErr w:type="spellStart"/>
    <w:r>
      <w:rPr>
        <w:rFonts w:ascii="Times New Roman CYR" w:hAnsi="Times New Roman CYR"/>
        <w:b/>
        <w:color w:val="000000"/>
        <w:sz w:val="16"/>
        <w:lang w:val="en-US"/>
      </w:rPr>
      <w:t>minfin</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minfin</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bg</w:t>
    </w:r>
    <w:proofErr w:type="spellEnd"/>
    <w:r w:rsidRPr="00E7009E">
      <w:rPr>
        <w:rFonts w:ascii="Times New Roman CYR" w:hAnsi="Times New Roman CYR"/>
        <w:b/>
        <w:color w:val="000000"/>
        <w:sz w:val="16"/>
      </w:rPr>
      <w:t xml:space="preserve"> </w:t>
    </w:r>
  </w:p>
  <w:p w:rsidR="0099644D" w:rsidRPr="00E7009E" w:rsidRDefault="0099644D">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ул.</w:t>
    </w:r>
    <w:r>
      <w:rPr>
        <w:rFonts w:ascii="Times New Roman CYR" w:hAnsi="Times New Roman CYR"/>
        <w:b/>
        <w:color w:val="000000"/>
        <w:sz w:val="16"/>
      </w:rPr>
      <w:t xml:space="preserve"> </w:t>
    </w:r>
    <w:r w:rsidRPr="00E7009E">
      <w:rPr>
        <w:rFonts w:ascii="Times New Roman CYR" w:hAnsi="Times New Roman CYR"/>
        <w:b/>
        <w:color w:val="000000"/>
        <w:sz w:val="16"/>
      </w:rPr>
      <w:t>”</w:t>
    </w:r>
    <w:proofErr w:type="spellStart"/>
    <w:r w:rsidRPr="00E7009E">
      <w:rPr>
        <w:rFonts w:ascii="Times New Roman CYR" w:hAnsi="Times New Roman CYR"/>
        <w:b/>
        <w:color w:val="000000"/>
        <w:sz w:val="16"/>
      </w:rPr>
      <w:t>Г.С.Раковски</w:t>
    </w:r>
    <w:proofErr w:type="spellEnd"/>
    <w:r w:rsidRPr="00E7009E">
      <w:rPr>
        <w:rFonts w:ascii="Times New Roman CYR" w:hAnsi="Times New Roman CYR"/>
        <w:b/>
        <w:color w:val="000000"/>
        <w:sz w:val="16"/>
      </w:rPr>
      <w:t>” № 102</w:t>
    </w:r>
    <w:r>
      <w:rPr>
        <w:rFonts w:ascii="Times New Roman CYR" w:hAnsi="Times New Roman CYR"/>
        <w:b/>
        <w:color w:val="000000"/>
        <w:sz w:val="16"/>
      </w:rPr>
      <w:tab/>
    </w:r>
    <w:r w:rsidRPr="00E7009E">
      <w:rPr>
        <w:rFonts w:ascii="Times New Roman CYR" w:hAnsi="Times New Roman CYR"/>
        <w:b/>
        <w:color w:val="000000"/>
        <w:sz w:val="16"/>
      </w:rPr>
      <w:t>факс: 980 68 63</w:t>
    </w:r>
    <w:r>
      <w:rPr>
        <w:rFonts w:ascii="Times New Roman CYR" w:hAnsi="Times New Roman CYR"/>
        <w:b/>
        <w:color w:val="000000"/>
        <w:sz w:val="16"/>
      </w:rPr>
      <w:tab/>
    </w:r>
    <w:r>
      <w:rPr>
        <w:rFonts w:ascii="Times New Roman" w:hAnsi="Times New Roman"/>
        <w:b/>
        <w:color w:val="000000"/>
        <w:sz w:val="16"/>
        <w:lang w:val="en-US"/>
      </w:rPr>
      <w:t>www</w:t>
    </w:r>
    <w:r w:rsidRPr="00E7009E">
      <w:rPr>
        <w:rFonts w:ascii="Times New Roman" w:hAnsi="Times New Roman"/>
        <w:b/>
        <w:color w:val="000000"/>
        <w:sz w:val="16"/>
      </w:rPr>
      <w:t>.</w:t>
    </w:r>
    <w:proofErr w:type="spellStart"/>
    <w:r>
      <w:rPr>
        <w:rFonts w:ascii="Times New Roman CYR" w:hAnsi="Times New Roman CYR"/>
        <w:b/>
        <w:color w:val="000000"/>
        <w:sz w:val="16"/>
        <w:lang w:val="en-US"/>
      </w:rPr>
      <w:t>minfin</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bg</w:t>
    </w:r>
    <w:proofErr w:type="spellEnd"/>
    <w:r w:rsidRPr="00E7009E">
      <w:rPr>
        <w:rFonts w:ascii="Times New Roman CYR" w:hAnsi="Times New Roman CYR"/>
        <w:b/>
        <w:color w:val="000000"/>
        <w:sz w:val="16"/>
      </w:rPr>
      <w:t xml:space="preserve"> </w:t>
    </w:r>
  </w:p>
  <w:p w:rsidR="0099644D" w:rsidRDefault="0099644D">
    <w:pPr>
      <w:pStyle w:val="Footer"/>
      <w:tabs>
        <w:tab w:val="clear" w:pos="4153"/>
        <w:tab w:val="clear" w:pos="8306"/>
        <w:tab w:val="center" w:pos="4617"/>
        <w:tab w:val="right" w:pos="10773"/>
      </w:tabs>
      <w:spacing w:after="0" w:line="240" w:lineRule="auto"/>
      <w:ind w:firstLine="0"/>
      <w:jc w:val="left"/>
    </w:pPr>
    <w:r w:rsidRPr="00E7009E">
      <w:rPr>
        <w:rFonts w:ascii="Times New Roman CYR" w:hAnsi="Times New Roman CYR"/>
        <w:b/>
        <w:color w:val="000000"/>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AF0" w:rsidRDefault="00FE6AF0">
      <w:r>
        <w:separator/>
      </w:r>
    </w:p>
  </w:footnote>
  <w:footnote w:type="continuationSeparator" w:id="0">
    <w:p w:rsidR="00FE6AF0" w:rsidRDefault="00FE6A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D" w:rsidRDefault="00034065">
    <w:pPr>
      <w:pStyle w:val="Header"/>
      <w:ind w:left="-456" w:firstLine="0"/>
      <w:rPr>
        <w:rFonts w:ascii="Times New Roman CYR" w:hAnsi="Times New Roman CYR"/>
        <w:color w:val="000000"/>
        <w:sz w:val="28"/>
      </w:rPr>
    </w:pPr>
    <w:r>
      <w:rPr>
        <w:rFonts w:ascii="Times New Roman CYR" w:hAnsi="Times New Roman CYR"/>
        <w:noProof/>
        <w:color w:val="000000"/>
        <w:sz w:val="20"/>
        <w:lang w:eastAsia="bg-BG"/>
      </w:rPr>
      <mc:AlternateContent>
        <mc:Choice Requires="wps">
          <w:drawing>
            <wp:anchor distT="0" distB="0" distL="114300" distR="114300" simplePos="0" relativeHeight="251658240" behindDoc="0" locked="0" layoutInCell="0" allowOverlap="1">
              <wp:simplePos x="0" y="0"/>
              <wp:positionH relativeFrom="column">
                <wp:posOffset>-321945</wp:posOffset>
              </wp:positionH>
              <wp:positionV relativeFrom="paragraph">
                <wp:posOffset>934720</wp:posOffset>
              </wp:positionV>
              <wp:extent cx="6448425" cy="190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48425" cy="190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D1C8D" id="Line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3.6pt" to="482.4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" o:allowincell="f" strokeweight=".15pt"/>
          </w:pict>
        </mc:Fallback>
      </mc:AlternateContent>
    </w:r>
    <w:r>
      <w:rPr>
        <w:rFonts w:ascii="Times New Roman CYR" w:hAnsi="Times New Roman CYR"/>
        <w:noProof/>
        <w:color w:val="000000"/>
        <w:sz w:val="20"/>
        <w:lang w:eastAsia="bg-BG"/>
      </w:rPr>
      <mc:AlternateContent>
        <mc:Choice Requires="wps">
          <w:drawing>
            <wp:anchor distT="0" distB="0" distL="114300" distR="114300" simplePos="0" relativeHeight="251659264" behindDoc="0" locked="0" layoutInCell="0" allowOverlap="1">
              <wp:simplePos x="0" y="0"/>
              <wp:positionH relativeFrom="column">
                <wp:posOffset>-325755</wp:posOffset>
              </wp:positionH>
              <wp:positionV relativeFrom="paragraph">
                <wp:posOffset>964565</wp:posOffset>
              </wp:positionV>
              <wp:extent cx="644652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6520"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A7125"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75.95pt" to="481.9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h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" o:allowincell="f" strokeweight=".15pt"/>
          </w:pict>
        </mc:Fallback>
      </mc:AlternateContent>
    </w:r>
    <w:r>
      <w:rPr>
        <w:rFonts w:ascii="Times New Roman CYR" w:hAnsi="Times New Roman CYR"/>
        <w:noProof/>
        <w:color w:val="000000"/>
        <w:sz w:val="20"/>
        <w:lang w:eastAsia="bg-BG"/>
      </w:rPr>
      <mc:AlternateContent>
        <mc:Choice Requires="wps">
          <w:drawing>
            <wp:anchor distT="0" distB="0" distL="114300" distR="114300" simplePos="0" relativeHeight="251656192" behindDoc="0" locked="0" layoutInCell="0" allowOverlap="1">
              <wp:simplePos x="0" y="0"/>
              <wp:positionH relativeFrom="column">
                <wp:posOffset>977265</wp:posOffset>
              </wp:positionH>
              <wp:positionV relativeFrom="paragraph">
                <wp:posOffset>173355</wp:posOffset>
              </wp:positionV>
              <wp:extent cx="5284470" cy="7677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644D" w:rsidRDefault="0099644D">
                          <w:pPr>
                            <w:pStyle w:val="Heading1"/>
                            <w:tabs>
                              <w:tab w:val="center" w:pos="3705"/>
                            </w:tabs>
                            <w:jc w:val="left"/>
                            <w:rPr>
                              <w:rFonts w:ascii="Times New Roman" w:hAnsi="Times New Roman"/>
                              <w:sz w:val="28"/>
                              <w:lang w:val="bg-BG"/>
                            </w:rPr>
                          </w:pPr>
                          <w:r>
                            <w:rPr>
                              <w:lang w:val="bg-BG"/>
                            </w:rPr>
                            <w:tab/>
                          </w:r>
                          <w:proofErr w:type="gramStart"/>
                          <w:r>
                            <w:rPr>
                              <w:rFonts w:ascii="Times New Roman" w:hAnsi="Times New Roman"/>
                              <w:sz w:val="28"/>
                            </w:rPr>
                            <w:t>РЕПУБЛИКА  БЪЛГАРИЯ</w:t>
                          </w:r>
                          <w:proofErr w:type="gramEnd"/>
                        </w:p>
                        <w:p w:rsidR="0099644D" w:rsidRDefault="0099644D">
                          <w:pPr>
                            <w:pStyle w:val="Heading1"/>
                            <w:tabs>
                              <w:tab w:val="center" w:pos="3705"/>
                            </w:tabs>
                            <w:spacing w:before="240"/>
                            <w:jc w:val="left"/>
                            <w:rPr>
                              <w:spacing w:val="32"/>
                              <w:sz w:val="28"/>
                            </w:rPr>
                          </w:pPr>
                          <w:r>
                            <w:rPr>
                              <w:rFonts w:ascii="Times New Roman" w:hAnsi="Times New Roman"/>
                              <w:spacing w:val="32"/>
                              <w:sz w:val="32"/>
                              <w:lang w:val="bg-BG"/>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6.95pt;margin-top:13.65pt;width:416.1pt;height:60.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" o:allowincell="f" filled="f" stroked="f">
              <v:textbox>
                <w:txbxContent>
                  <w:p w:rsidR="0099644D" w:rsidRDefault="0099644D">
                    <w:pPr>
                      <w:pStyle w:val="Heading1"/>
                      <w:tabs>
                        <w:tab w:val="center" w:pos="3705"/>
                      </w:tabs>
                      <w:jc w:val="left"/>
                      <w:rPr>
                        <w:rFonts w:ascii="Times New Roman" w:hAnsi="Times New Roman"/>
                        <w:sz w:val="28"/>
                        <w:lang w:val="bg-BG"/>
                      </w:rPr>
                    </w:pPr>
                    <w:r>
                      <w:rPr>
                        <w:lang w:val="bg-BG"/>
                      </w:rPr>
                      <w:tab/>
                    </w:r>
                    <w:proofErr w:type="gramStart"/>
                    <w:r>
                      <w:rPr>
                        <w:rFonts w:ascii="Times New Roman" w:hAnsi="Times New Roman"/>
                        <w:sz w:val="28"/>
                      </w:rPr>
                      <w:t>РЕПУБЛИКА  БЪЛГАРИЯ</w:t>
                    </w:r>
                    <w:proofErr w:type="gramEnd"/>
                  </w:p>
                  <w:p w:rsidR="0099644D" w:rsidRDefault="0099644D">
                    <w:pPr>
                      <w:pStyle w:val="Heading1"/>
                      <w:tabs>
                        <w:tab w:val="center" w:pos="3705"/>
                      </w:tabs>
                      <w:spacing w:before="240"/>
                      <w:jc w:val="left"/>
                      <w:rPr>
                        <w:spacing w:val="32"/>
                        <w:sz w:val="28"/>
                      </w:rPr>
                    </w:pPr>
                    <w:r>
                      <w:rPr>
                        <w:rFonts w:ascii="Times New Roman" w:hAnsi="Times New Roman"/>
                        <w:spacing w:val="32"/>
                        <w:sz w:val="32"/>
                        <w:lang w:val="bg-BG"/>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v:textbox>
            </v:shape>
          </w:pict>
        </mc:Fallback>
      </mc:AlternateContent>
    </w:r>
    <w:r>
      <w:rPr>
        <w:rFonts w:ascii="Times New Roman CYR" w:hAnsi="Times New Roman CYR"/>
        <w:noProof/>
        <w:color w:val="000000"/>
        <w:sz w:val="28"/>
        <w:lang w:eastAsia="bg-BG"/>
      </w:rPr>
      <w:drawing>
        <wp:inline distT="0" distB="0" distL="0" distR="0">
          <wp:extent cx="990600" cy="847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847725"/>
                  </a:xfrm>
                  <a:prstGeom prst="rect">
                    <a:avLst/>
                  </a:prstGeom>
                  <a:noFill/>
                  <a:ln>
                    <a:noFill/>
                  </a:ln>
                </pic:spPr>
              </pic:pic>
            </a:graphicData>
          </a:graphic>
        </wp:inline>
      </w:drawing>
    </w:r>
  </w:p>
  <w:p w:rsidR="0099644D" w:rsidRDefault="0099644D">
    <w:pPr>
      <w:autoSpaceDE w:val="0"/>
      <w:autoSpaceDN w:val="0"/>
      <w:adjustRightInd w:val="0"/>
      <w:spacing w:before="240" w:after="0" w:line="240" w:lineRule="auto"/>
      <w:ind w:left="-741" w:firstLine="0"/>
      <w:jc w:val="left"/>
      <w:rPr>
        <w:rFonts w:ascii="Times New Roman CYR" w:hAnsi="Times New Roman CYR"/>
        <w:color w:val="000000"/>
        <w:sz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5E2A"/>
    <w:multiLevelType w:val="hybridMultilevel"/>
    <w:tmpl w:val="6302B26A"/>
    <w:lvl w:ilvl="0" w:tplc="0402000F">
      <w:start w:val="1"/>
      <w:numFmt w:val="decimal"/>
      <w:lvlText w:val="%1."/>
      <w:lvlJc w:val="left"/>
      <w:pPr>
        <w:ind w:left="1353" w:hanging="360"/>
      </w:p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1" w15:restartNumberingAfterBreak="0">
    <w:nsid w:val="0DF92A3B"/>
    <w:multiLevelType w:val="hybridMultilevel"/>
    <w:tmpl w:val="54501CBC"/>
    <w:lvl w:ilvl="0" w:tplc="0402000F">
      <w:start w:val="1"/>
      <w:numFmt w:val="decimal"/>
      <w:lvlText w:val="%1."/>
      <w:lvlJc w:val="left"/>
      <w:pPr>
        <w:ind w:left="1070" w:hanging="360"/>
      </w:p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2" w15:restartNumberingAfterBreak="0">
    <w:nsid w:val="158A7E90"/>
    <w:multiLevelType w:val="hybridMultilevel"/>
    <w:tmpl w:val="54501CB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2173686F"/>
    <w:multiLevelType w:val="hybridMultilevel"/>
    <w:tmpl w:val="74322DD6"/>
    <w:lvl w:ilvl="0" w:tplc="C936A2D4">
      <w:start w:val="5"/>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45E6D77"/>
    <w:multiLevelType w:val="hybridMultilevel"/>
    <w:tmpl w:val="54501CB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 w15:restartNumberingAfterBreak="0">
    <w:nsid w:val="312D4171"/>
    <w:multiLevelType w:val="hybridMultilevel"/>
    <w:tmpl w:val="54501CB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51B43B5F"/>
    <w:multiLevelType w:val="hybridMultilevel"/>
    <w:tmpl w:val="A7B6729A"/>
    <w:lvl w:ilvl="0" w:tplc="C936A2D4">
      <w:start w:val="5"/>
      <w:numFmt w:val="decimal"/>
      <w:lvlText w:val="%1."/>
      <w:lvlJc w:val="left"/>
      <w:pPr>
        <w:ind w:left="2160" w:hanging="360"/>
      </w:pPr>
      <w:rPr>
        <w:rFonts w:hint="default"/>
      </w:rPr>
    </w:lvl>
    <w:lvl w:ilvl="1" w:tplc="0402000F">
      <w:start w:val="1"/>
      <w:numFmt w:val="decimal"/>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57A93033"/>
    <w:multiLevelType w:val="hybridMultilevel"/>
    <w:tmpl w:val="8774DF78"/>
    <w:lvl w:ilvl="0" w:tplc="0402000F">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9252C8B"/>
    <w:multiLevelType w:val="hybridMultilevel"/>
    <w:tmpl w:val="1586095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6EE63944"/>
    <w:multiLevelType w:val="hybridMultilevel"/>
    <w:tmpl w:val="3BF6B826"/>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10" w15:restartNumberingAfterBreak="0">
    <w:nsid w:val="78DA0CEF"/>
    <w:multiLevelType w:val="hybridMultilevel"/>
    <w:tmpl w:val="A9825E42"/>
    <w:lvl w:ilvl="0" w:tplc="04020001">
      <w:start w:val="1"/>
      <w:numFmt w:val="bullet"/>
      <w:lvlText w:val=""/>
      <w:lvlJc w:val="left"/>
      <w:pPr>
        <w:ind w:left="1440" w:hanging="360"/>
      </w:pPr>
      <w:rPr>
        <w:rFonts w:ascii="Symbol" w:hAnsi="Symbol"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1" w15:restartNumberingAfterBreak="0">
    <w:nsid w:val="7A683FF5"/>
    <w:multiLevelType w:val="hybridMultilevel"/>
    <w:tmpl w:val="AA3AEFD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abstractNumId w:val="9"/>
  </w:num>
  <w:num w:numId="2">
    <w:abstractNumId w:val="0"/>
  </w:num>
  <w:num w:numId="3">
    <w:abstractNumId w:val="11"/>
  </w:num>
  <w:num w:numId="4">
    <w:abstractNumId w:val="4"/>
  </w:num>
  <w:num w:numId="5">
    <w:abstractNumId w:val="1"/>
  </w:num>
  <w:num w:numId="6">
    <w:abstractNumId w:val="2"/>
  </w:num>
  <w:num w:numId="7">
    <w:abstractNumId w:val="5"/>
  </w:num>
  <w:num w:numId="8">
    <w:abstractNumId w:val="8"/>
  </w:num>
  <w:num w:numId="9">
    <w:abstractNumId w:val="7"/>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856"/>
    <w:rsid w:val="0000092D"/>
    <w:rsid w:val="00005567"/>
    <w:rsid w:val="00034065"/>
    <w:rsid w:val="00037AA1"/>
    <w:rsid w:val="00041AB0"/>
    <w:rsid w:val="000477B2"/>
    <w:rsid w:val="00054917"/>
    <w:rsid w:val="00060DDC"/>
    <w:rsid w:val="000625DF"/>
    <w:rsid w:val="000651BA"/>
    <w:rsid w:val="000729FF"/>
    <w:rsid w:val="000757C3"/>
    <w:rsid w:val="000778F0"/>
    <w:rsid w:val="00094620"/>
    <w:rsid w:val="000951AD"/>
    <w:rsid w:val="00095FC0"/>
    <w:rsid w:val="000B0E57"/>
    <w:rsid w:val="000B365A"/>
    <w:rsid w:val="000B3A1D"/>
    <w:rsid w:val="000B4592"/>
    <w:rsid w:val="000B6D89"/>
    <w:rsid w:val="000C3D74"/>
    <w:rsid w:val="000D0CE5"/>
    <w:rsid w:val="000D24D3"/>
    <w:rsid w:val="000D6079"/>
    <w:rsid w:val="000E2491"/>
    <w:rsid w:val="000E30CF"/>
    <w:rsid w:val="000E5492"/>
    <w:rsid w:val="000E6F20"/>
    <w:rsid w:val="001000E5"/>
    <w:rsid w:val="0010341D"/>
    <w:rsid w:val="001129B3"/>
    <w:rsid w:val="00114823"/>
    <w:rsid w:val="00121507"/>
    <w:rsid w:val="001328C2"/>
    <w:rsid w:val="001348AA"/>
    <w:rsid w:val="00145C36"/>
    <w:rsid w:val="001460A3"/>
    <w:rsid w:val="00150CCE"/>
    <w:rsid w:val="001551C7"/>
    <w:rsid w:val="00162247"/>
    <w:rsid w:val="001627B0"/>
    <w:rsid w:val="001663F8"/>
    <w:rsid w:val="00171D1F"/>
    <w:rsid w:val="00172406"/>
    <w:rsid w:val="00185D8C"/>
    <w:rsid w:val="00195005"/>
    <w:rsid w:val="00195167"/>
    <w:rsid w:val="00196719"/>
    <w:rsid w:val="001A120E"/>
    <w:rsid w:val="001A2A1F"/>
    <w:rsid w:val="001A3B07"/>
    <w:rsid w:val="001A41A4"/>
    <w:rsid w:val="001A498F"/>
    <w:rsid w:val="001B133D"/>
    <w:rsid w:val="001E6269"/>
    <w:rsid w:val="001F0405"/>
    <w:rsid w:val="00212089"/>
    <w:rsid w:val="00212C52"/>
    <w:rsid w:val="00213245"/>
    <w:rsid w:val="00233896"/>
    <w:rsid w:val="00233A35"/>
    <w:rsid w:val="002350F2"/>
    <w:rsid w:val="00235579"/>
    <w:rsid w:val="002376B8"/>
    <w:rsid w:val="00242F37"/>
    <w:rsid w:val="00253C2D"/>
    <w:rsid w:val="002564EB"/>
    <w:rsid w:val="00256DEF"/>
    <w:rsid w:val="00270FCA"/>
    <w:rsid w:val="00273A7F"/>
    <w:rsid w:val="00282D9E"/>
    <w:rsid w:val="00290660"/>
    <w:rsid w:val="0029509F"/>
    <w:rsid w:val="002960A0"/>
    <w:rsid w:val="00296DF2"/>
    <w:rsid w:val="002A6307"/>
    <w:rsid w:val="002A7625"/>
    <w:rsid w:val="002B3C87"/>
    <w:rsid w:val="002C0970"/>
    <w:rsid w:val="002C1AE9"/>
    <w:rsid w:val="002D42FC"/>
    <w:rsid w:val="002D695B"/>
    <w:rsid w:val="002D7497"/>
    <w:rsid w:val="002E3953"/>
    <w:rsid w:val="00306E08"/>
    <w:rsid w:val="00313221"/>
    <w:rsid w:val="00313832"/>
    <w:rsid w:val="00321859"/>
    <w:rsid w:val="0033419E"/>
    <w:rsid w:val="00340C71"/>
    <w:rsid w:val="00340F64"/>
    <w:rsid w:val="003547CF"/>
    <w:rsid w:val="00357E86"/>
    <w:rsid w:val="0036275E"/>
    <w:rsid w:val="0036598C"/>
    <w:rsid w:val="00372A59"/>
    <w:rsid w:val="003733E2"/>
    <w:rsid w:val="003739CF"/>
    <w:rsid w:val="00374EC2"/>
    <w:rsid w:val="003906D8"/>
    <w:rsid w:val="00394B5C"/>
    <w:rsid w:val="00395160"/>
    <w:rsid w:val="003959A7"/>
    <w:rsid w:val="00396C99"/>
    <w:rsid w:val="003A0B5A"/>
    <w:rsid w:val="003C0467"/>
    <w:rsid w:val="003D08F7"/>
    <w:rsid w:val="003E017C"/>
    <w:rsid w:val="003F0C41"/>
    <w:rsid w:val="0040231A"/>
    <w:rsid w:val="00414752"/>
    <w:rsid w:val="00415E07"/>
    <w:rsid w:val="00421060"/>
    <w:rsid w:val="004478D2"/>
    <w:rsid w:val="0045691E"/>
    <w:rsid w:val="00462CE8"/>
    <w:rsid w:val="00465834"/>
    <w:rsid w:val="00470CF6"/>
    <w:rsid w:val="00477856"/>
    <w:rsid w:val="00485DC6"/>
    <w:rsid w:val="004874E4"/>
    <w:rsid w:val="00492AE6"/>
    <w:rsid w:val="0049362C"/>
    <w:rsid w:val="0049780D"/>
    <w:rsid w:val="004A3283"/>
    <w:rsid w:val="004A3A8D"/>
    <w:rsid w:val="004A7B72"/>
    <w:rsid w:val="004B2C19"/>
    <w:rsid w:val="004B40D1"/>
    <w:rsid w:val="004C2212"/>
    <w:rsid w:val="004E1264"/>
    <w:rsid w:val="004F7B34"/>
    <w:rsid w:val="00522259"/>
    <w:rsid w:val="00522603"/>
    <w:rsid w:val="005228FC"/>
    <w:rsid w:val="0052631A"/>
    <w:rsid w:val="005279E9"/>
    <w:rsid w:val="00541248"/>
    <w:rsid w:val="00545B6B"/>
    <w:rsid w:val="005465A7"/>
    <w:rsid w:val="00554A73"/>
    <w:rsid w:val="005572EC"/>
    <w:rsid w:val="005643BF"/>
    <w:rsid w:val="00565AFA"/>
    <w:rsid w:val="00596F81"/>
    <w:rsid w:val="005B5706"/>
    <w:rsid w:val="005D08BA"/>
    <w:rsid w:val="005D2DC7"/>
    <w:rsid w:val="005D790A"/>
    <w:rsid w:val="005F51E9"/>
    <w:rsid w:val="00605A9C"/>
    <w:rsid w:val="006140E4"/>
    <w:rsid w:val="006142FF"/>
    <w:rsid w:val="00614FDF"/>
    <w:rsid w:val="00625339"/>
    <w:rsid w:val="006265F3"/>
    <w:rsid w:val="00626E15"/>
    <w:rsid w:val="0063313E"/>
    <w:rsid w:val="00640838"/>
    <w:rsid w:val="0066562B"/>
    <w:rsid w:val="006662B8"/>
    <w:rsid w:val="006674AD"/>
    <w:rsid w:val="006719F8"/>
    <w:rsid w:val="006752CB"/>
    <w:rsid w:val="00681736"/>
    <w:rsid w:val="006841B4"/>
    <w:rsid w:val="006A6710"/>
    <w:rsid w:val="006A7442"/>
    <w:rsid w:val="006B19D9"/>
    <w:rsid w:val="006C1F06"/>
    <w:rsid w:val="006C28FF"/>
    <w:rsid w:val="006D08A2"/>
    <w:rsid w:val="006D1CAF"/>
    <w:rsid w:val="006D5585"/>
    <w:rsid w:val="006E271A"/>
    <w:rsid w:val="006E374E"/>
    <w:rsid w:val="00701253"/>
    <w:rsid w:val="00702D49"/>
    <w:rsid w:val="00703A07"/>
    <w:rsid w:val="00714347"/>
    <w:rsid w:val="00716957"/>
    <w:rsid w:val="0072620A"/>
    <w:rsid w:val="0073611E"/>
    <w:rsid w:val="00736EF4"/>
    <w:rsid w:val="00747511"/>
    <w:rsid w:val="00752DA1"/>
    <w:rsid w:val="0075378D"/>
    <w:rsid w:val="00760C68"/>
    <w:rsid w:val="00773EA5"/>
    <w:rsid w:val="00775D08"/>
    <w:rsid w:val="0078159A"/>
    <w:rsid w:val="0079457B"/>
    <w:rsid w:val="007A18F3"/>
    <w:rsid w:val="007B32AF"/>
    <w:rsid w:val="007B7C79"/>
    <w:rsid w:val="007C28B5"/>
    <w:rsid w:val="007D09BD"/>
    <w:rsid w:val="007D1072"/>
    <w:rsid w:val="007D47BC"/>
    <w:rsid w:val="007E505E"/>
    <w:rsid w:val="007F0F4E"/>
    <w:rsid w:val="007F1433"/>
    <w:rsid w:val="00801E47"/>
    <w:rsid w:val="00802B3B"/>
    <w:rsid w:val="00822023"/>
    <w:rsid w:val="008245AA"/>
    <w:rsid w:val="00825873"/>
    <w:rsid w:val="00844D17"/>
    <w:rsid w:val="00850A13"/>
    <w:rsid w:val="00851ABE"/>
    <w:rsid w:val="008632BB"/>
    <w:rsid w:val="00867DA2"/>
    <w:rsid w:val="00873E67"/>
    <w:rsid w:val="00873E75"/>
    <w:rsid w:val="008758A9"/>
    <w:rsid w:val="00880A70"/>
    <w:rsid w:val="00886CB3"/>
    <w:rsid w:val="0088756A"/>
    <w:rsid w:val="008900FE"/>
    <w:rsid w:val="008909DB"/>
    <w:rsid w:val="008A195A"/>
    <w:rsid w:val="008A1CE4"/>
    <w:rsid w:val="008A3C0D"/>
    <w:rsid w:val="008B60F2"/>
    <w:rsid w:val="008C28AF"/>
    <w:rsid w:val="008C56B1"/>
    <w:rsid w:val="008D7526"/>
    <w:rsid w:val="008E1F04"/>
    <w:rsid w:val="008F0992"/>
    <w:rsid w:val="008F24B2"/>
    <w:rsid w:val="008F5A8D"/>
    <w:rsid w:val="008F7DF5"/>
    <w:rsid w:val="009046A4"/>
    <w:rsid w:val="00905483"/>
    <w:rsid w:val="009118E7"/>
    <w:rsid w:val="0091190C"/>
    <w:rsid w:val="0091426F"/>
    <w:rsid w:val="00921ACB"/>
    <w:rsid w:val="009370B6"/>
    <w:rsid w:val="00937F14"/>
    <w:rsid w:val="009430C6"/>
    <w:rsid w:val="00943580"/>
    <w:rsid w:val="009519C1"/>
    <w:rsid w:val="00955888"/>
    <w:rsid w:val="00957EAC"/>
    <w:rsid w:val="0096020C"/>
    <w:rsid w:val="0096031D"/>
    <w:rsid w:val="00963734"/>
    <w:rsid w:val="0097007E"/>
    <w:rsid w:val="00977326"/>
    <w:rsid w:val="00986410"/>
    <w:rsid w:val="0099644D"/>
    <w:rsid w:val="009A5687"/>
    <w:rsid w:val="009B11E4"/>
    <w:rsid w:val="009C0DAA"/>
    <w:rsid w:val="009D55A3"/>
    <w:rsid w:val="009E58ED"/>
    <w:rsid w:val="009F7FE3"/>
    <w:rsid w:val="00A01245"/>
    <w:rsid w:val="00A060A3"/>
    <w:rsid w:val="00A06AAF"/>
    <w:rsid w:val="00A12C18"/>
    <w:rsid w:val="00A30818"/>
    <w:rsid w:val="00A369D8"/>
    <w:rsid w:val="00A4127F"/>
    <w:rsid w:val="00A41E67"/>
    <w:rsid w:val="00A456DD"/>
    <w:rsid w:val="00A5117E"/>
    <w:rsid w:val="00A56B7B"/>
    <w:rsid w:val="00A603E7"/>
    <w:rsid w:val="00A612FA"/>
    <w:rsid w:val="00A620B7"/>
    <w:rsid w:val="00A63CAF"/>
    <w:rsid w:val="00A72AE4"/>
    <w:rsid w:val="00A75352"/>
    <w:rsid w:val="00A7669C"/>
    <w:rsid w:val="00A93D50"/>
    <w:rsid w:val="00A93F79"/>
    <w:rsid w:val="00AA1FAB"/>
    <w:rsid w:val="00AA4BF9"/>
    <w:rsid w:val="00AA5E8E"/>
    <w:rsid w:val="00AB328B"/>
    <w:rsid w:val="00AC12D9"/>
    <w:rsid w:val="00AC1EB0"/>
    <w:rsid w:val="00AC3BFA"/>
    <w:rsid w:val="00AC3EA5"/>
    <w:rsid w:val="00AC47BE"/>
    <w:rsid w:val="00AD3060"/>
    <w:rsid w:val="00AD3548"/>
    <w:rsid w:val="00AD3AD1"/>
    <w:rsid w:val="00AE3B01"/>
    <w:rsid w:val="00AE434F"/>
    <w:rsid w:val="00AF5538"/>
    <w:rsid w:val="00B03002"/>
    <w:rsid w:val="00B11F8B"/>
    <w:rsid w:val="00B206BD"/>
    <w:rsid w:val="00B21FB2"/>
    <w:rsid w:val="00B309F3"/>
    <w:rsid w:val="00B31E65"/>
    <w:rsid w:val="00B3419C"/>
    <w:rsid w:val="00B55E6E"/>
    <w:rsid w:val="00B56651"/>
    <w:rsid w:val="00B67501"/>
    <w:rsid w:val="00B7135D"/>
    <w:rsid w:val="00B7390E"/>
    <w:rsid w:val="00B74891"/>
    <w:rsid w:val="00B76184"/>
    <w:rsid w:val="00B83C4C"/>
    <w:rsid w:val="00B86EA0"/>
    <w:rsid w:val="00B9422B"/>
    <w:rsid w:val="00BA1686"/>
    <w:rsid w:val="00BA1D10"/>
    <w:rsid w:val="00BA3221"/>
    <w:rsid w:val="00BC40A0"/>
    <w:rsid w:val="00BC4A46"/>
    <w:rsid w:val="00BC74E7"/>
    <w:rsid w:val="00BD1490"/>
    <w:rsid w:val="00BD2EDE"/>
    <w:rsid w:val="00BD417C"/>
    <w:rsid w:val="00BD5F51"/>
    <w:rsid w:val="00BD7461"/>
    <w:rsid w:val="00BE33CD"/>
    <w:rsid w:val="00BF38B0"/>
    <w:rsid w:val="00BF672D"/>
    <w:rsid w:val="00C05037"/>
    <w:rsid w:val="00C05355"/>
    <w:rsid w:val="00C05FF3"/>
    <w:rsid w:val="00C073CC"/>
    <w:rsid w:val="00C156D1"/>
    <w:rsid w:val="00C233FD"/>
    <w:rsid w:val="00C24CB0"/>
    <w:rsid w:val="00C25071"/>
    <w:rsid w:val="00C31E92"/>
    <w:rsid w:val="00C4532D"/>
    <w:rsid w:val="00C557C6"/>
    <w:rsid w:val="00C6663D"/>
    <w:rsid w:val="00C67F79"/>
    <w:rsid w:val="00C70CA6"/>
    <w:rsid w:val="00C72839"/>
    <w:rsid w:val="00C750DE"/>
    <w:rsid w:val="00C75C63"/>
    <w:rsid w:val="00C8030D"/>
    <w:rsid w:val="00C9591B"/>
    <w:rsid w:val="00CA0F15"/>
    <w:rsid w:val="00CA37E1"/>
    <w:rsid w:val="00CA640E"/>
    <w:rsid w:val="00CA6E8E"/>
    <w:rsid w:val="00CA7605"/>
    <w:rsid w:val="00CC2884"/>
    <w:rsid w:val="00CC4713"/>
    <w:rsid w:val="00CD3EEC"/>
    <w:rsid w:val="00CE7336"/>
    <w:rsid w:val="00CF7133"/>
    <w:rsid w:val="00D03F34"/>
    <w:rsid w:val="00D06F33"/>
    <w:rsid w:val="00D07157"/>
    <w:rsid w:val="00D109B3"/>
    <w:rsid w:val="00D14624"/>
    <w:rsid w:val="00D157A4"/>
    <w:rsid w:val="00D21375"/>
    <w:rsid w:val="00D31043"/>
    <w:rsid w:val="00D54574"/>
    <w:rsid w:val="00D55524"/>
    <w:rsid w:val="00D60B75"/>
    <w:rsid w:val="00D75E33"/>
    <w:rsid w:val="00D76E57"/>
    <w:rsid w:val="00D85C9E"/>
    <w:rsid w:val="00D85F0D"/>
    <w:rsid w:val="00D950BB"/>
    <w:rsid w:val="00D969DB"/>
    <w:rsid w:val="00D9730E"/>
    <w:rsid w:val="00DA6E47"/>
    <w:rsid w:val="00DB4475"/>
    <w:rsid w:val="00DC468C"/>
    <w:rsid w:val="00DC4B7D"/>
    <w:rsid w:val="00DC740C"/>
    <w:rsid w:val="00DD4E0A"/>
    <w:rsid w:val="00DE29F6"/>
    <w:rsid w:val="00DF745C"/>
    <w:rsid w:val="00E04159"/>
    <w:rsid w:val="00E04A3C"/>
    <w:rsid w:val="00E10B41"/>
    <w:rsid w:val="00E12526"/>
    <w:rsid w:val="00E1436C"/>
    <w:rsid w:val="00E153B9"/>
    <w:rsid w:val="00E23E96"/>
    <w:rsid w:val="00E50384"/>
    <w:rsid w:val="00E5073E"/>
    <w:rsid w:val="00E547EF"/>
    <w:rsid w:val="00E54E60"/>
    <w:rsid w:val="00E566DE"/>
    <w:rsid w:val="00E57CE7"/>
    <w:rsid w:val="00E7009E"/>
    <w:rsid w:val="00E71B13"/>
    <w:rsid w:val="00E71FC2"/>
    <w:rsid w:val="00E72EC3"/>
    <w:rsid w:val="00E81F29"/>
    <w:rsid w:val="00E82C46"/>
    <w:rsid w:val="00E97FEB"/>
    <w:rsid w:val="00EA372B"/>
    <w:rsid w:val="00EB3967"/>
    <w:rsid w:val="00EC2BC2"/>
    <w:rsid w:val="00EC55A4"/>
    <w:rsid w:val="00ED6E9A"/>
    <w:rsid w:val="00EE5083"/>
    <w:rsid w:val="00EF4E5D"/>
    <w:rsid w:val="00F005F5"/>
    <w:rsid w:val="00F01E25"/>
    <w:rsid w:val="00F02C4F"/>
    <w:rsid w:val="00F07116"/>
    <w:rsid w:val="00F17173"/>
    <w:rsid w:val="00F30ABF"/>
    <w:rsid w:val="00F324C1"/>
    <w:rsid w:val="00F35F1F"/>
    <w:rsid w:val="00F42A42"/>
    <w:rsid w:val="00F44E23"/>
    <w:rsid w:val="00F522B1"/>
    <w:rsid w:val="00F52705"/>
    <w:rsid w:val="00F573F2"/>
    <w:rsid w:val="00F62276"/>
    <w:rsid w:val="00F624B1"/>
    <w:rsid w:val="00F62F21"/>
    <w:rsid w:val="00F6444E"/>
    <w:rsid w:val="00F65AED"/>
    <w:rsid w:val="00F70843"/>
    <w:rsid w:val="00F82285"/>
    <w:rsid w:val="00F83C79"/>
    <w:rsid w:val="00F845BD"/>
    <w:rsid w:val="00FB6B84"/>
    <w:rsid w:val="00FD7361"/>
    <w:rsid w:val="00FE1212"/>
    <w:rsid w:val="00FE6A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06067"/>
  <w15:chartTrackingRefBased/>
  <w15:docId w15:val="{FB72F646-9790-4141-8B4D-0AF1B6F47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qFormat="1"/>
    <w:lsdException w:name="caption" w:semiHidden="1" w:unhideWhenUsed="1" w:qFormat="1"/>
    <w:lsdException w:name="footnote reference" w:uiPriority="99"/>
    <w:lsdException w:name="annotation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360" w:lineRule="auto"/>
      <w:ind w:firstLine="720"/>
      <w:jc w:val="both"/>
    </w:pPr>
    <w:rPr>
      <w:rFonts w:ascii="Arial" w:hAnsi="Arial"/>
      <w:sz w:val="24"/>
      <w:lang w:eastAsia="en-US"/>
    </w:rPr>
  </w:style>
  <w:style w:type="paragraph" w:styleId="Heading1">
    <w:name w:val="heading 1"/>
    <w:basedOn w:val="Normal"/>
    <w:next w:val="Normal"/>
    <w:qFormat/>
    <w:pPr>
      <w:keepNext/>
      <w:autoSpaceDE w:val="0"/>
      <w:autoSpaceDN w:val="0"/>
      <w:adjustRightInd w:val="0"/>
      <w:spacing w:after="0" w:line="240" w:lineRule="auto"/>
      <w:ind w:firstLine="0"/>
      <w:jc w:val="center"/>
      <w:outlineLvl w:val="0"/>
    </w:pPr>
    <w:rPr>
      <w:rFonts w:ascii="Times New Roman CYR" w:hAnsi="Times New Roman CYR"/>
      <w:b/>
      <w:bCs/>
      <w:sz w:val="20"/>
      <w:szCs w:val="24"/>
      <w:lang w:val="en-US"/>
    </w:rPr>
  </w:style>
  <w:style w:type="paragraph" w:styleId="Heading2">
    <w:name w:val="heading 2"/>
    <w:basedOn w:val="Normal"/>
    <w:next w:val="Normal"/>
    <w:qFormat/>
    <w:pPr>
      <w:keepNext/>
      <w:ind w:firstLine="504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2,Header Char1 Char1,Header Char Char Char1,Header Char1 Char Char Char,Header Char Char Char Char Char,Header Char Char1,Header Char1 Char Char1,Header Char Char Char Char1,Header Char1 Char,Header Char Char Char,Header Char1"/>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rsid w:val="00396C99"/>
    <w:pPr>
      <w:spacing w:after="0" w:line="240" w:lineRule="auto"/>
      <w:ind w:firstLine="1530"/>
    </w:pPr>
    <w:rPr>
      <w:rFonts w:ascii="Times New Roman" w:hAnsi="Times New Roman"/>
      <w:sz w:val="28"/>
    </w:rPr>
  </w:style>
  <w:style w:type="character" w:customStyle="1" w:styleId="HeaderChar">
    <w:name w:val="Header Char"/>
    <w:aliases w:val="Header Char2 Char,Header Char1 Char1 Char,Header Char Char Char1 Char,Header Char1 Char Char Char Char,Header Char Char Char Char Char Char,Header Char Char1 Char,Header Char1 Char Char1 Char,Header Char Char Char Char1 Char"/>
    <w:basedOn w:val="DefaultParagraphFont"/>
    <w:link w:val="Header"/>
    <w:rsid w:val="000D0CE5"/>
    <w:rPr>
      <w:rFonts w:ascii="Arial" w:hAnsi="Arial"/>
      <w:sz w:val="24"/>
      <w:lang w:eastAsia="en-US"/>
    </w:rPr>
  </w:style>
  <w:style w:type="paragraph" w:styleId="FootnoteText">
    <w:name w:val="footnote text"/>
    <w:basedOn w:val="Normal"/>
    <w:link w:val="FootnoteTextChar"/>
    <w:uiPriority w:val="99"/>
    <w:unhideWhenUsed/>
    <w:rsid w:val="000D0CE5"/>
    <w:pPr>
      <w:spacing w:after="0" w:line="240" w:lineRule="auto"/>
    </w:pPr>
    <w:rPr>
      <w:sz w:val="20"/>
      <w:lang w:val="en-AU"/>
    </w:rPr>
  </w:style>
  <w:style w:type="character" w:customStyle="1" w:styleId="FootnoteTextChar">
    <w:name w:val="Footnote Text Char"/>
    <w:basedOn w:val="DefaultParagraphFont"/>
    <w:link w:val="FootnoteText"/>
    <w:uiPriority w:val="99"/>
    <w:rsid w:val="000D0CE5"/>
    <w:rPr>
      <w:rFonts w:ascii="Arial" w:hAnsi="Arial"/>
      <w:lang w:val="en-AU" w:eastAsia="en-US"/>
    </w:rPr>
  </w:style>
  <w:style w:type="character" w:styleId="FootnoteReference">
    <w:name w:val="footnote reference"/>
    <w:basedOn w:val="DefaultParagraphFont"/>
    <w:uiPriority w:val="99"/>
    <w:unhideWhenUsed/>
    <w:rsid w:val="000D0CE5"/>
    <w:rPr>
      <w:vertAlign w:val="superscript"/>
    </w:rPr>
  </w:style>
  <w:style w:type="paragraph" w:styleId="BodyText">
    <w:name w:val="Body Text"/>
    <w:basedOn w:val="Normal"/>
    <w:link w:val="BodyTextChar"/>
    <w:rsid w:val="000D0CE5"/>
  </w:style>
  <w:style w:type="character" w:customStyle="1" w:styleId="BodyTextChar">
    <w:name w:val="Body Text Char"/>
    <w:basedOn w:val="DefaultParagraphFont"/>
    <w:link w:val="BodyText"/>
    <w:rsid w:val="000D0CE5"/>
    <w:rPr>
      <w:rFonts w:ascii="Arial" w:hAnsi="Arial"/>
      <w:sz w:val="24"/>
      <w:lang w:eastAsia="en-US"/>
    </w:rPr>
  </w:style>
  <w:style w:type="paragraph" w:styleId="ListParagraph">
    <w:name w:val="List Paragraph"/>
    <w:basedOn w:val="Normal"/>
    <w:uiPriority w:val="34"/>
    <w:qFormat/>
    <w:rsid w:val="002E3953"/>
    <w:pPr>
      <w:ind w:left="720"/>
      <w:contextualSpacing/>
    </w:pPr>
  </w:style>
  <w:style w:type="character" w:styleId="Hyperlink">
    <w:name w:val="Hyperlink"/>
    <w:basedOn w:val="DefaultParagraphFont"/>
    <w:rsid w:val="00213245"/>
    <w:rPr>
      <w:color w:val="0563C1" w:themeColor="hyperlink"/>
      <w:u w:val="single"/>
    </w:rPr>
  </w:style>
  <w:style w:type="paragraph" w:styleId="BalloonText">
    <w:name w:val="Balloon Text"/>
    <w:basedOn w:val="Normal"/>
    <w:link w:val="BalloonTextChar"/>
    <w:rsid w:val="006719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719F8"/>
    <w:rPr>
      <w:rFonts w:ascii="Segoe UI" w:hAnsi="Segoe UI" w:cs="Segoe UI"/>
      <w:sz w:val="18"/>
      <w:szCs w:val="18"/>
      <w:lang w:eastAsia="en-US"/>
    </w:rPr>
  </w:style>
  <w:style w:type="character" w:styleId="CommentReference">
    <w:name w:val="annotation reference"/>
    <w:uiPriority w:val="99"/>
    <w:qFormat/>
    <w:rsid w:val="001551C7"/>
    <w:rPr>
      <w:rFonts w:cs="Times New Roman"/>
      <w:sz w:val="16"/>
      <w:szCs w:val="16"/>
    </w:rPr>
  </w:style>
  <w:style w:type="paragraph" w:styleId="CommentText">
    <w:name w:val="annotation text"/>
    <w:basedOn w:val="Normal"/>
    <w:link w:val="CommentTextChar"/>
    <w:uiPriority w:val="99"/>
    <w:qFormat/>
    <w:rsid w:val="001551C7"/>
    <w:pPr>
      <w:suppressAutoHyphens/>
      <w:spacing w:after="160" w:line="240" w:lineRule="auto"/>
      <w:ind w:firstLine="0"/>
      <w:jc w:val="left"/>
    </w:pPr>
    <w:rPr>
      <w:rFonts w:ascii="Calibri" w:eastAsia="Calibri" w:hAnsi="Calibri"/>
      <w:sz w:val="20"/>
      <w:lang w:eastAsia="bg-BG"/>
    </w:rPr>
  </w:style>
  <w:style w:type="character" w:customStyle="1" w:styleId="CommentTextChar">
    <w:name w:val="Comment Text Char"/>
    <w:basedOn w:val="DefaultParagraphFont"/>
    <w:link w:val="CommentText"/>
    <w:uiPriority w:val="99"/>
    <w:rsid w:val="001551C7"/>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944404">
      <w:bodyDiv w:val="1"/>
      <w:marLeft w:val="0"/>
      <w:marRight w:val="0"/>
      <w:marTop w:val="0"/>
      <w:marBottom w:val="0"/>
      <w:divBdr>
        <w:top w:val="none" w:sz="0" w:space="0" w:color="auto"/>
        <w:left w:val="none" w:sz="0" w:space="0" w:color="auto"/>
        <w:bottom w:val="none" w:sz="0" w:space="0" w:color="auto"/>
        <w:right w:val="none" w:sz="0" w:space="0" w:color="auto"/>
      </w:divBdr>
    </w:div>
    <w:div w:id="143189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toev\Documents\&#1041;&#1083;&#1072;&#1085;&#1082;&#1072;%20&#1085;&#1072;%20&#1047;&#1072;&#1084;&#1077;&#1089;&#1090;&#1085;&#1080;&#1082;%20&#1084;&#1080;&#1085;&#1080;&#1089;&#1090;&#1098;&#1088;%20&#1050;&#1059;&#1045;&#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5" Type="http://schemas.openxmlformats.org/package/2006/relationships/digital-signature/signature" Target="sig5.xml"/><Relationship Id="rId4" Type="http://schemas.openxmlformats.org/package/2006/relationships/digital-signature/signature" Target="sig4.xml"/></Relationships>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I1cC8nOXzhv0Sl4J339k04TNz1DLZTFeZutHcOPUbGo=</DigestValue>
    </Reference>
    <Reference Type="http://www.w3.org/2000/09/xmldsig#Object" URI="#idOfficeObject">
      <DigestMethod Algorithm="http://www.w3.org/2001/04/xmlenc#sha256"/>
      <DigestValue>p0osk1NNtW+z0bVy5QNZERlnlEXsrN7OZX4eHOpNqG0=</DigestValue>
    </Reference>
    <Reference Type="http://uri.etsi.org/01903#SignedProperties" URI="#idSignedProperties">
      <Transforms>
        <Transform Algorithm="http://www.w3.org/TR/2001/REC-xml-c14n-20010315"/>
      </Transforms>
      <DigestMethod Algorithm="http://www.w3.org/2001/04/xmlenc#sha256"/>
      <DigestValue>Bv1GNBf7gxuqbZxf+vQYwrjeBfbXWOts6A9/emKLnzo=</DigestValue>
    </Reference>
    <Reference Type="http://www.w3.org/2000/09/xmldsig#Object" URI="#idValidSigLnImg">
      <DigestMethod Algorithm="http://www.w3.org/2001/04/xmlenc#sha256"/>
      <DigestValue>xYTPPmkAeOT8MP8FoTTolyP/7nhM3jk/LKCVwzm5bso=</DigestValue>
    </Reference>
    <Reference Type="http://www.w3.org/2000/09/xmldsig#Object" URI="#idInvalidSigLnImg">
      <DigestMethod Algorithm="http://www.w3.org/2001/04/xmlenc#sha256"/>
      <DigestValue>eF0DcnaEDx7gkDeW4SVQBIYC19KDO1gu3nfmcvBisiw=</DigestValue>
    </Reference>
  </SignedInfo>
  <SignatureValue>dERWAHYlP4iDv0zOQOlT3ahgD+ImfAPHbqRKiAg787pf1FpUON2Vowml2hlSafJSsoPHU8LV3OSv
e7yo7nBwhd0bgRhoUQwctqBR9Exqt+kv4Tq2FRti3+YwUg7E2d7Jo0tImUn7zsD0QiJKT1EvsgEV
ShrbnLqTwI6u5KwEMPkBBRk6HaxEwqZ0SYrJUIhWXjOM6EsH+Q3nHqvTsi0ZFc4UEefLa7AgoUq+
RdFldBu19HLbHD3fYpJeFlAEWf8mKkDhPpxgSz3smqZMxQBK7jssQNlArrzkeumQVnnyxzTKy1Io
aOj7snPhCHAoLWyhWhVXaZ4GJCxb8L3sR+w/XA==</SignatureValue>
  <KeyInfo>
    <X509Data>
      <X509Certificate>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k73Dt3t1Lu2cJeFQtQTQ1qp2VQIEQOKpaM6syioTV/Y=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75AZTEHlb6X54f3wrzeU3Y45p5Wdojz0otT0U48MyD8=</DigestValue>
      </Reference>
      <Reference URI="/word/document.xml?ContentType=application/vnd.openxmlformats-officedocument.wordprocessingml.document.main+xml">
        <DigestMethod Algorithm="http://www.w3.org/2001/04/xmlenc#sha256"/>
        <DigestValue>MumkyEVO4tUIZKIReEW5aRTnuX52LoMWfGIrur/EWTU=</DigestValue>
      </Reference>
      <Reference URI="/word/endnotes.xml?ContentType=application/vnd.openxmlformats-officedocument.wordprocessingml.endnotes+xml">
        <DigestMethod Algorithm="http://www.w3.org/2001/04/xmlenc#sha256"/>
        <DigestValue>SE8sQEBKq6D2g8AKcp1jbxJaeOXpSs4PfLjOD0XvRSw=</DigestValue>
      </Reference>
      <Reference URI="/word/fontTable.xml?ContentType=application/vnd.openxmlformats-officedocument.wordprocessingml.fontTable+xml">
        <DigestMethod Algorithm="http://www.w3.org/2001/04/xmlenc#sha256"/>
        <DigestValue>9JtzP0ll/tzQkdD/qHrOFTxT+W3Wa8d9b7uOMbrA75Y=</DigestValue>
      </Reference>
      <Reference URI="/word/footer1.xml?ContentType=application/vnd.openxmlformats-officedocument.wordprocessingml.footer+xml">
        <DigestMethod Algorithm="http://www.w3.org/2001/04/xmlenc#sha256"/>
        <DigestValue>MmguhQxykPI9/HiLEFnUHPlqu8KoSs/lcZ7dJOq354Q=</DigestValue>
      </Reference>
      <Reference URI="/word/footnotes.xml?ContentType=application/vnd.openxmlformats-officedocument.wordprocessingml.footnotes+xml">
        <DigestMethod Algorithm="http://www.w3.org/2001/04/xmlenc#sha256"/>
        <DigestValue>LrMpdlq4VA0NNr0mt654UeBWuRKqj9D0e0GdXsyLiJg=</DigestValue>
      </Reference>
      <Reference URI="/word/header1.xml?ContentType=application/vnd.openxmlformats-officedocument.wordprocessingml.header+xml">
        <DigestMethod Algorithm="http://www.w3.org/2001/04/xmlenc#sha256"/>
        <DigestValue>0cXkEs0qSupDrmYA6poteQzvftugZ+rV/LTvncrU4Cs=</DigestValue>
      </Reference>
      <Reference URI="/word/media/image1.emf?ContentType=image/x-emf">
        <DigestMethod Algorithm="http://www.w3.org/2001/04/xmlenc#sha256"/>
        <DigestValue>RduKvUfcE3lUyUWxBk320BG5vtFoSVySRCpk8lYqBSo=</DigestValue>
      </Reference>
      <Reference URI="/word/media/image2.emf?ContentType=image/x-emf">
        <DigestMethod Algorithm="http://www.w3.org/2001/04/xmlenc#sha256"/>
        <DigestValue>nSepJx0J6r9SXFOARJw9zw9Zj3Y+fNvlXxH9tGVjDgI=</DigestValue>
      </Reference>
      <Reference URI="/word/media/image3.wmf?ContentType=image/x-wmf">
        <DigestMethod Algorithm="http://www.w3.org/2001/04/xmlenc#sha256"/>
        <DigestValue>t1nxi45MZe8Cflpp3x/ZTnqshlYHGmxX39xgCI+ia6Q=</DigestValue>
      </Reference>
      <Reference URI="/word/numbering.xml?ContentType=application/vnd.openxmlformats-officedocument.wordprocessingml.numbering+xml">
        <DigestMethod Algorithm="http://www.w3.org/2001/04/xmlenc#sha256"/>
        <DigestValue>OJWJwO0NZ4Fui8BVS95Yg6M5auNGSurq+BtXj9GvUT0=</DigestValue>
      </Reference>
      <Reference URI="/word/settings.xml?ContentType=application/vnd.openxmlformats-officedocument.wordprocessingml.settings+xml">
        <DigestMethod Algorithm="http://www.w3.org/2001/04/xmlenc#sha256"/>
        <DigestValue>QnvC4B+26+xFds1t3WRbwCRMtrO2t4RQP16ZAMx9sak=</DigestValue>
      </Reference>
      <Reference URI="/word/styles.xml?ContentType=application/vnd.openxmlformats-officedocument.wordprocessingml.styles+xml">
        <DigestMethod Algorithm="http://www.w3.org/2001/04/xmlenc#sha256"/>
        <DigestValue>mrzG6hZDSeb6Velb3+XgIc5hlH1u/VHRdiiWB72omNs=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y/HSSGoLnGYQMulPBL38dXl5wxksMRX83bRIw1Z8k2U=</DigestValue>
      </Reference>
    </Manifest>
    <SignatureProperties>
      <SignatureProperty Id="idSignatureTime" Target="#idPackageSignature">
        <mdssi:SignatureTime xmlns:mdssi="http://schemas.openxmlformats.org/package/2006/digital-signature">
          <mdssi:Format>YYYY-MM-DDThh:mm:ssTZD</mdssi:Format>
          <mdssi:Value>2025-01-08T11:29:36Z</mdssi:Value>
        </mdssi:SignatureTime>
      </SignatureProperty>
    </SignatureProperties>
  </Object>
  <Object Id="idOfficeObject">
    <SignatureProperties>
      <SignatureProperty Id="idOfficeV1Details" Target="#idPackageSignature">
        <SignatureInfoV1 xmlns="http://schemas.microsoft.com/office/2006/digsig">
          <SetupID>{8D8B838B-D12E-45F9-A934-72233CF39ACF}</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2025-01-08T11:29:36Z</xd:SigningTime>
          <xd:SigningCertificate>
            <xd:Cert>
              <xd:CertDigest>
                <DigestMethod Algorithm="http://www.w3.org/2001/04/xmlenc#sha256"/>
                <DigestValue>HAWvoI0ZKxRtR3VQblx6Q2gdyCJ0mPdjdL/s89E2lOQ=</DigestValue>
              </xd:CertDigest>
              <xd:IssuerSerial>
                <X509IssuerName>C=BG, L=Sofia, O=Information Services JSC, OID.2.5.4.97=NTRBG-831641791, CN=StampIT Global Qualified CA</X509IssuerName>
                <X509SerialNumber>8066532591748839574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c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B2BvsMBAABQQEx3+n8AAAkAAAABAAAA0G65dfp/AAAAAAAAAAAAAIekkj/6fwAAcN+AvsMBAAAAAAoBAAAAAAAAAAAAAAAAAAAAAAAAAAAPwJmllMsAAPSHiz/6fwAAIH5vdREAAAAAAAAAAAAAABD+bMbDAQAAAIBvdQAAAACgCJjLwwEAAAcAAAAAAAAAoAiYy8MBAAA8f291EQAAAJB/b3URAAAA0c2Pdfp/AAAAAAAAAAAAAAAAAAAAAAAAAAAAAAAAAADITZ3LwwEAABD+bMbDAQAAyzCTdfp/AADgfm91EQAAAJB/b3UR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CAAAAEQAAAHh/b3URAAAAIKvs6sMBAADQbrl1+n8AAAAAAAAAAAAAsDb6zsMBAACobXx1+n8AAJyXcHX6fwAAAAAAAAAAAAAAAAAAAAAAAE/HmaWUywAAnJyZdvp/AADwfG91EQAAAAAAAAAAAAAAEP5sxsMBAABYf291AAAAAOD///8AAAAABgAAAAAAAAACAAAAAAAAAHx+b3URAAAA0H5vdREAAADRzY91+n8AAAAU5s7DAQAAjWJtdQAAAACSAAAAwwEAABsAAAD6fwAAEP5sxsMBAADLMJN1+n8AACB+b3URAAAA0H5vdREAAAAAAAAAAAAAAAAAAABkdgAIAAAAACUAAAAMAAAAAwAAABgAAAAMAAAAAAAAAh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IAAAARAAAAAAAAAAAAAAAAAAAAAAAAANBuuXX6fwAAAAAAAAAAAAChWwF4+n8AAKhtfHX6fwAAnJdwdfp/AAAAAAAAAAAAAAAAAAAAAAAA/8CZpZTLAAAAAAAAEQAAAEB+b3URAAAAAAAAAAAAAAAQ/mzGwwEAAKiAb3UAAAAA8P///wAAAAAJAAAAAAAAAAMAAAAAAAAAzH9vdREAAAAggG91EQAAANHNj3X6fwAAqDWazsMBAACNYm11AAAAAJUAAADDAQAAGwAAAMMBAAAQ/mzGwwEAAMswk3X6fwAAcH9vdREAAAAggG91EQAAADBLoMvDAQAAAAAAAGR2AAgAAAAAJQAAAAwAAAAEAAAAGAAAAAwAAAAAAAACEgAAAAwAAAABAAAAHgAAABgAAAApAAAAMwAAAC8AAABIAAAAJQAAAAwAAAAEAAAAVAAAAFQAAAAqAAAAMwAAAC0AAABHAAAAAQAAAFWV20FfQtt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IoAAABcAAAAAQAAAFWV20FfQttBCgAAAFAAAAASAAAATAAAAAAAAAAAAAAAAAAAAP//////////cAAAABcEEAQcBBUEIQQiBB0EGAQaBC0AHAQYBB0EGAQhBCIEKgQgBAYAAAAHAAAACgAAAAYAAAAHAAAABgAAAAgAAAAIAAAABgAAAAQAAAAKAAAACAAAAAgAAAAIAAAABwAAAAYAAAAI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</Object>
  <Object Id="idInvalidSigLnImg">AQAAAGwAAAAAAAAAAAAAAP8AAAB/AAAAAAAAAAAAAABzGwAAtQ0AACBFTUYAAAEAE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dgb7DAQAAUEBMd/p/AAAJAAAAAQAAANBuuXX6fwAAAAAAAAAAAACHpJI/+n8AAHDfgL7DAQAAAAAKAQAAAAAAAAAAAAAAAAAAAAAAAAAAD8CZpZTLAAD0h4s/+n8AACB+b3URAAAAAAAAAAAAAAAQ/mzGwwEAAACAb3UAAAAAoAiYy8MBAAAHAAAAAAAAAKAImMvDAQAAPH9vdREAAACQf291EQAAANHNj3X6fwAAAAAAAAAAAAAAAAAAAAAAAAAAAAAAAAAAyE2dy8MBAAAQ/mzGwwEAAMswk3X6fwAA4H5vdREAAACQf291E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AABEAAAB4f291EQAAACCr7OrDAQAA0G65dfp/AAAAAAAAAAAAALA2+s7DAQAAqG18dfp/AACcl3B1+n8AAAAAAAAAAAAAAAAAAAAAAABPx5mllMsAAJycmXb6fwAA8HxvdREAAAAAAAAAAAAAABD+bMbDAQAAWH9vdQAAAADg////AAAAAAYAAAAAAAAAAgAAAAAAAAB8fm91EQAAANB+b3URAAAA0c2Pdfp/AAAAFObOwwEAAI1ibXUAAAAAkgAAAMMBAAAbAAAA+n8AABD+bMbDAQAAyzCTdfp/AAAgfm91EQAAANB+b3UR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CAAAAEQAAAAAAAAAAAAAAAAAAAAAAAADQbrl1+n8AAAAAAAAAAAAAoVsBePp/AACobXx1+n8AAJyXcHX6fwAAAAAAAAAAAAAAAAAAAAAAAP/AmaWUywAAAAAAABEAAABAfm91EQAAAAAAAAAAAAAAEP5sxsMBAACogG91AAAAAPD///8AAAAACQAAAAAAAAADAAAAAAAAAMx/b3URAAAAIIBvdREAAADRzY91+n8AAKg1ms7DAQAAjWJtdQAAAACVAAAAwwEAABsAAADDAQAAEP5sxsMBAADLMJN1+n8AAHB/b3URAAAAIIBvdREAAAAwS6DLww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CKAAAAXAAAAAEAAABVldtBX0LbQQoAAABQAAAAEgAAAEwAAAAAAAAAAAAAAAAAAAD//////////3AAAAAXBBAEHAQVBCEEIgQdBBgEGgQtABwEGAQdBBgEIQQiBCoEIAQGAAAABwAAAAoAAAAGAAAABwAAAAYAAAAIAAAACAAAAAYAAAAEAAAACgAAAAgAAAAIAAAACAAAAAcAAAAGAAAACA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</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WH2nLJUnROzm32mbFVphvPoeprN3tpTr0MrFODvBaT0=</DigestValue>
    </Reference>
    <Reference Type="http://www.w3.org/2000/09/xmldsig#Object" URI="#idOfficeObject">
      <DigestMethod Algorithm="http://www.w3.org/2001/04/xmlenc#sha256"/>
      <DigestValue>IVbglXyv2b8UBsGPk4BeNn6yj22FysCPYpFIfPaN1OY=</DigestValue>
    </Reference>
    <Reference Type="http://uri.etsi.org/01903#SignedProperties" URI="#idSignedProperties">
      <Transforms>
        <Transform Algorithm="http://www.w3.org/TR/2001/REC-xml-c14n-20010315"/>
      </Transforms>
      <DigestMethod Algorithm="http://www.w3.org/2001/04/xmlenc#sha256"/>
      <DigestValue>kK+kyHbw2kUoC1sMu+tnUKsKJLFElBTssscUNSsmpvk=</DigestValue>
    </Reference>
    <Reference Type="http://www.w3.org/2000/09/xmldsig#Object" URI="#idValidSigLnImg">
      <DigestMethod Algorithm="http://www.w3.org/2001/04/xmlenc#sha256"/>
      <DigestValue>YcI5bvby1SYYbtSipchg3BkgbtyEAXsqLMkD+rN4O7o=</DigestValue>
    </Reference>
    <Reference Type="http://www.w3.org/2000/09/xmldsig#Object" URI="#idInvalidSigLnImg">
      <DigestMethod Algorithm="http://www.w3.org/2001/04/xmlenc#sha256"/>
      <DigestValue>KDTU2iik0hrgbbfOnpkFj5HvhOOMy1HUEbn+9jz2Pgg=</DigestValue>
    </Reference>
  </SignedInfo>
  <SignatureValue>KGAIc0VQO1a2AGUK8/SfI4GJA4B+A16WTe5yrnBR3kwlCibTcyBU15h9k+nzqVGKUvofhQ/X+oWv
8n00qX6ZzzAh/WHysQ3uecHX/qJubQko9N3KPLLDJiSOyAr/oskcjHI6pL/lAYKvEi+hckg1oll9
rpXH3e/FNOuATfJ9T0ujb43oktJIGokYb8ZGnUl1Y6J89+0uYxe+tW+E7ys0z0WPPZLV92QVbaTb
PmF/rB381iL7EOipB3o9uZ1er/h3gnREtiWKzfQOVRLeV7yCB24I4zlo48hstbM/yRGt04KBwTcW
yi/ET3LeZYhOlbUycNkCTgRvQw2DfXpfFDtoAQ==</SignatureValue>
  <KeyInfo>
    <X509Data>
      <X509Certificate>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k73Dt3t1Lu2cJeFQtQTQ1qp2VQIEQOKpaM6syioTV/Y=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75AZTEHlb6X54f3wrzeU3Y45p5Wdojz0otT0U48MyD8=</DigestValue>
      </Reference>
      <Reference URI="/word/document.xml?ContentType=application/vnd.openxmlformats-officedocument.wordprocessingml.document.main+xml">
        <DigestMethod Algorithm="http://www.w3.org/2001/04/xmlenc#sha256"/>
        <DigestValue>MumkyEVO4tUIZKIReEW5aRTnuX52LoMWfGIrur/EWTU=</DigestValue>
      </Reference>
      <Reference URI="/word/endnotes.xml?ContentType=application/vnd.openxmlformats-officedocument.wordprocessingml.endnotes+xml">
        <DigestMethod Algorithm="http://www.w3.org/2001/04/xmlenc#sha256"/>
        <DigestValue>SE8sQEBKq6D2g8AKcp1jbxJaeOXpSs4PfLjOD0XvRSw=</DigestValue>
      </Reference>
      <Reference URI="/word/fontTable.xml?ContentType=application/vnd.openxmlformats-officedocument.wordprocessingml.fontTable+xml">
        <DigestMethod Algorithm="http://www.w3.org/2001/04/xmlenc#sha256"/>
        <DigestValue>9JtzP0ll/tzQkdD/qHrOFTxT+W3Wa8d9b7uOMbrA75Y=</DigestValue>
      </Reference>
      <Reference URI="/word/footer1.xml?ContentType=application/vnd.openxmlformats-officedocument.wordprocessingml.footer+xml">
        <DigestMethod Algorithm="http://www.w3.org/2001/04/xmlenc#sha256"/>
        <DigestValue>MmguhQxykPI9/HiLEFnUHPlqu8KoSs/lcZ7dJOq354Q=</DigestValue>
      </Reference>
      <Reference URI="/word/footnotes.xml?ContentType=application/vnd.openxmlformats-officedocument.wordprocessingml.footnotes+xml">
        <DigestMethod Algorithm="http://www.w3.org/2001/04/xmlenc#sha256"/>
        <DigestValue>LrMpdlq4VA0NNr0mt654UeBWuRKqj9D0e0GdXsyLiJg=</DigestValue>
      </Reference>
      <Reference URI="/word/header1.xml?ContentType=application/vnd.openxmlformats-officedocument.wordprocessingml.header+xml">
        <DigestMethod Algorithm="http://www.w3.org/2001/04/xmlenc#sha256"/>
        <DigestValue>0cXkEs0qSupDrmYA6poteQzvftugZ+rV/LTvncrU4Cs=</DigestValue>
      </Reference>
      <Reference URI="/word/media/image1.emf?ContentType=image/x-emf">
        <DigestMethod Algorithm="http://www.w3.org/2001/04/xmlenc#sha256"/>
        <DigestValue>RduKvUfcE3lUyUWxBk320BG5vtFoSVySRCpk8lYqBSo=</DigestValue>
      </Reference>
      <Reference URI="/word/media/image2.emf?ContentType=image/x-emf">
        <DigestMethod Algorithm="http://www.w3.org/2001/04/xmlenc#sha256"/>
        <DigestValue>nSepJx0J6r9SXFOARJw9zw9Zj3Y+fNvlXxH9tGVjDgI=</DigestValue>
      </Reference>
      <Reference URI="/word/media/image3.wmf?ContentType=image/x-wmf">
        <DigestMethod Algorithm="http://www.w3.org/2001/04/xmlenc#sha256"/>
        <DigestValue>t1nxi45MZe8Cflpp3x/ZTnqshlYHGmxX39xgCI+ia6Q=</DigestValue>
      </Reference>
      <Reference URI="/word/numbering.xml?ContentType=application/vnd.openxmlformats-officedocument.wordprocessingml.numbering+xml">
        <DigestMethod Algorithm="http://www.w3.org/2001/04/xmlenc#sha256"/>
        <DigestValue>OJWJwO0NZ4Fui8BVS95Yg6M5auNGSurq+BtXj9GvUT0=</DigestValue>
      </Reference>
      <Reference URI="/word/settings.xml?ContentType=application/vnd.openxmlformats-officedocument.wordprocessingml.settings+xml">
        <DigestMethod Algorithm="http://www.w3.org/2001/04/xmlenc#sha256"/>
        <DigestValue>QnvC4B+26+xFds1t3WRbwCRMtrO2t4RQP16ZAMx9sak=</DigestValue>
      </Reference>
      <Reference URI="/word/styles.xml?ContentType=application/vnd.openxmlformats-officedocument.wordprocessingml.styles+xml">
        <DigestMethod Algorithm="http://www.w3.org/2001/04/xmlenc#sha256"/>
        <DigestValue>mrzG6hZDSeb6Velb3+XgIc5hlH1u/VHRdiiWB72omNs=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y/HSSGoLnGYQMulPBL38dXl5wxksMRX83bRIw1Z8k2U=</DigestValue>
      </Reference>
    </Manifest>
    <SignatureProperties>
      <SignatureProperty Id="idSignatureTime" Target="#idPackageSignature">
        <mdssi:SignatureTime xmlns:mdssi="http://schemas.openxmlformats.org/package/2006/digital-signature">
          <mdssi:Format>YYYY-MM-DDThh:mm:ssTZD</mdssi:Format>
          <mdssi:Value>2025-01-08T11:59:36Z</mdssi:Value>
        </mdssi:SignatureTime>
      </SignatureProperty>
    </SignatureProperties>
  </Object>
  <Object Id="idOfficeObject">
    <SignatureProperties>
      <SignatureProperty Id="idOfficeV1Details" Target="#idPackageSignature">
        <SignatureInfoV1 xmlns="http://schemas.microsoft.com/office/2006/digsig">
          <SetupID>{7FB3856A-9007-4E4F-A696-E57E4ACDF875}</SetupID>
          <SignatureText>04-16-543</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2025-01-08T11:59:36Z</xd:SigningTime>
          <xd:SigningCertificate>
            <xd:Cert>
              <xd:CertDigest>
                <DigestMethod Algorithm="http://www.w3.org/2001/04/xmlenc#sha256"/>
                <DigestValue>a064ohAK0YoS+ThNryczhEoN6SP/ydaqysmxO2miVho=</DigestValue>
              </xd:CertDigest>
              <xd:IssuerSerial>
                <X509IssuerName>C=BG, L=Sofia, O=Information Services JSC, OID.2.5.4.97=NTRBG-831641791, CN=StampIT Global Qualified CA</X509IssuerName>
                <X509SerialNumber>5431411800262819443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jGwAAkQ0AACBFTUYAAAEA/BoAAKo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I8AkmNsd6hw4wAJAAAArGNsdwkAAABYfOMAAAAAAKhw4wCocOMAMksXbwAAAAAMSO1uCQAAAAAAAAAAAAAAAAAAAAAAAAAw4uIAAAAAAAAAAAAAAAAAAAAAAAAAAAAAAAAAAAAAAAAAAAAAAAAAAAAAAAAAAAAAAAAAAAAAAAAAAAAAAAAAQJGPAHbmHTFkZnZ3NJKPADjSaHeocOMADEjtbgAAAABI02h3//8AAAAAAAAr1Gh3K9Rod2SSjwAAAAAAAAAAAKEGCHcAAAAABwAAAJSSjwCUko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5A2UAAAAyJCPAChqhXakDgrUPJGPACiTjwA1aoV22KkgC+CQjwAAAAAAAAAXASMAAAANAAAAPwAAAFhCFwEBAAAAgAAAAAAAAACAAAAAfwcAALioIAsBAAAA/wcAADsAAAAjAAAAAQAAAMAAFwEAAAAAgAAAAH8HAAAwAxcBAABYwjCVHQuQko8A6WeFduCQjwACAAAA9WeFdsCyIAvg////AAAAAAAAAAAAAAAAkAEAAAAAAAEAAAAAYQByAAAAAAAAAAAAoQYIdwAAAAAGAAAANJKPADSSjwAAAgAA/P///wEAAAAAAAAAAAAAAAAAAAAAAAAAAAAAAAAAAABkdgAIAAAAACUAAAAMAAAAAwAAABgAAAAMAAAAAAAAAhIAAAAMAAAAAQAAABYAAAAMAAAACAAAAFQAAABUAAAACgAAACcAAAAeAAAASgAAAAEAAABVFdlBewnZ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UV2UF7CdlBCgAAAFAAAAAGAAAATAAAAAAAAAAAAAAAAAAAAP//////////WAAAABgENwRFBC4AIAAWIQgAAAAFAAAABQAAAAM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Object>
  <Object Id="idInvalidSigLnImg">AQAAAGwAAAAAAAAAAAAAAP8AAAB/AAAAAAAAAAAAAAAjGwAAkQ0AACBFTUYAAAEAnB4AALA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PAJJjbHeocOMACQAAAKxjbHcJAAAAWHzjAAAAAACocOMAqHDjADJLF28AAAAADEjtbgkAAAAAAAAAAAAAAAAAAAAAAAAAMOLiAAAAAAAAAAAAAAAAAAAAAAAAAAAAAAAAAAAAAAAAAAAAAAAAAAAAAAAAAAAAAAAAAAAAAAAAAAAAAAAAAECRjwB25h0xZGZ2dzSSjwA40mh3qHDjAAxI7W4AAAAASNNod///AAAAAAAAK9RodyvUaHdkko8AAAAAAAAAAAChBgh3AAAAAAcAAACUko8AlJK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1gAAAAhBD4ERAQ4BE8ENQAHAAAABwAAAAkAAAAHAAAABgAAAEsAAABAAAAAMAAAAAUAAAAgAAAAAQAAAAEAAAAQAAAAAAAAAAAAAAAAAQAAgAAAAAAAAAAAAAAAAAEAAIAAAAAlAAAADAAAAAIAAAAnAAAAGAAAAAUAAAAAAAAA////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D88C8-8E72-475D-A459-CD0DE79A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на Заместник министър КУЕП.dotx</Template>
  <TotalTime>50</TotalTime>
  <Pages>1</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Страхил Стоев</dc:creator>
  <cp:keywords/>
  <cp:lastModifiedBy>Страхил Стоев</cp:lastModifiedBy>
  <cp:revision>19</cp:revision>
  <cp:lastPrinted>2000-10-18T15:53:00Z</cp:lastPrinted>
  <dcterms:created xsi:type="dcterms:W3CDTF">2025-01-02T08:11:00Z</dcterms:created>
  <dcterms:modified xsi:type="dcterms:W3CDTF">2025-01-06T07:06:00Z</dcterms:modified>
</cp:coreProperties>
</file>